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B3A11" w14:textId="40C40C5E" w:rsidR="007C1F42" w:rsidRPr="00D315E3" w:rsidRDefault="007C1F42" w:rsidP="00EF3892">
      <w:pPr>
        <w:jc w:val="both"/>
        <w:rPr>
          <w:rFonts w:ascii="Arial" w:hAnsi="Arial"/>
          <w:sz w:val="20"/>
          <w:szCs w:val="20"/>
          <w:lang w:val="ca-ES"/>
        </w:rPr>
      </w:pPr>
      <w:bookmarkStart w:id="0" w:name="_GoBack"/>
      <w:bookmarkEnd w:id="0"/>
      <w:r w:rsidRPr="00D315E3">
        <w:rPr>
          <w:lang w:val="ca-ES"/>
        </w:rPr>
        <w:tab/>
      </w:r>
      <w:r w:rsidR="0042586D" w:rsidRPr="00D315E3">
        <w:rPr>
          <w:rFonts w:ascii="Arial" w:hAnsi="Arial"/>
          <w:sz w:val="20"/>
          <w:szCs w:val="20"/>
          <w:lang w:val="ca-ES"/>
        </w:rPr>
        <w:t>Nota</w:t>
      </w:r>
      <w:r w:rsidR="00D315E3">
        <w:rPr>
          <w:rFonts w:ascii="Arial" w:hAnsi="Arial"/>
          <w:sz w:val="20"/>
          <w:szCs w:val="20"/>
          <w:lang w:val="ca-ES"/>
        </w:rPr>
        <w:t xml:space="preserve"> de Prem</w:t>
      </w:r>
      <w:r w:rsidRPr="00D315E3">
        <w:rPr>
          <w:rFonts w:ascii="Arial" w:hAnsi="Arial"/>
          <w:sz w:val="20"/>
          <w:szCs w:val="20"/>
          <w:lang w:val="ca-ES"/>
        </w:rPr>
        <w:t>sa</w:t>
      </w:r>
    </w:p>
    <w:p w14:paraId="409F6EA6" w14:textId="7DC64003" w:rsidR="007C1F42" w:rsidRPr="00D315E3" w:rsidRDefault="00281079" w:rsidP="00EF3892">
      <w:pPr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20</w:t>
      </w:r>
      <w:r w:rsidR="0042586D" w:rsidRPr="00D315E3">
        <w:rPr>
          <w:rFonts w:ascii="Arial" w:hAnsi="Arial"/>
          <w:sz w:val="20"/>
          <w:szCs w:val="20"/>
          <w:lang w:val="ca-ES"/>
        </w:rPr>
        <w:t xml:space="preserve"> </w:t>
      </w:r>
      <w:r w:rsidR="00D315E3">
        <w:rPr>
          <w:rFonts w:ascii="Arial" w:hAnsi="Arial"/>
          <w:sz w:val="20"/>
          <w:szCs w:val="20"/>
          <w:lang w:val="ca-ES"/>
        </w:rPr>
        <w:t>Març</w:t>
      </w:r>
      <w:r w:rsidR="007C1F42" w:rsidRPr="00D315E3">
        <w:rPr>
          <w:rFonts w:ascii="Arial" w:hAnsi="Arial"/>
          <w:sz w:val="20"/>
          <w:szCs w:val="20"/>
          <w:lang w:val="ca-ES"/>
        </w:rPr>
        <w:t xml:space="preserve"> de 2016</w:t>
      </w:r>
    </w:p>
    <w:p w14:paraId="3F64B34B" w14:textId="77777777" w:rsidR="007C1F42" w:rsidRPr="00D315E3" w:rsidRDefault="007C1F42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53F07AF" w14:textId="38EB4DB7" w:rsidR="007C1F42" w:rsidRPr="00D315E3" w:rsidRDefault="004E3F68" w:rsidP="00EF3892">
      <w:pPr>
        <w:ind w:left="709"/>
        <w:jc w:val="both"/>
        <w:rPr>
          <w:rFonts w:ascii="Arial" w:hAnsi="Arial"/>
          <w:b/>
          <w:sz w:val="26"/>
          <w:szCs w:val="26"/>
          <w:u w:val="single"/>
          <w:lang w:val="ca-ES"/>
        </w:rPr>
      </w:pPr>
      <w:r w:rsidRPr="00D315E3">
        <w:rPr>
          <w:rFonts w:ascii="Arial" w:hAnsi="Arial"/>
          <w:b/>
          <w:sz w:val="26"/>
          <w:szCs w:val="26"/>
          <w:u w:val="single"/>
          <w:lang w:val="ca-ES"/>
        </w:rPr>
        <w:t>Doble b</w:t>
      </w:r>
      <w:r w:rsidR="00592C3C" w:rsidRPr="00D315E3">
        <w:rPr>
          <w:rFonts w:ascii="Arial" w:hAnsi="Arial"/>
          <w:b/>
          <w:sz w:val="26"/>
          <w:szCs w:val="26"/>
          <w:u w:val="single"/>
          <w:lang w:val="ca-ES"/>
        </w:rPr>
        <w:t>ronze pe</w:t>
      </w:r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>r</w:t>
      </w:r>
      <w:r w:rsidR="00592C3C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 </w:t>
      </w:r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a Lucas </w:t>
      </w:r>
      <w:proofErr w:type="spellStart"/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>Eguibar</w:t>
      </w:r>
      <w:proofErr w:type="spellEnd"/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 en </w:t>
      </w:r>
      <w:r w:rsidRPr="00D315E3">
        <w:rPr>
          <w:rFonts w:ascii="Arial" w:hAnsi="Arial"/>
          <w:b/>
          <w:sz w:val="26"/>
          <w:szCs w:val="26"/>
          <w:u w:val="single"/>
          <w:lang w:val="ca-ES"/>
        </w:rPr>
        <w:t>la</w:t>
      </w:r>
      <w:r w:rsidR="00592C3C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 Copa del Món</w:t>
      </w:r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 Snowboard Cross FIS de </w:t>
      </w:r>
      <w:proofErr w:type="spellStart"/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>Baqueira</w:t>
      </w:r>
      <w:proofErr w:type="spellEnd"/>
      <w:r w:rsidR="006B1F22" w:rsidRPr="00D315E3">
        <w:rPr>
          <w:rFonts w:ascii="Arial" w:hAnsi="Arial"/>
          <w:b/>
          <w:sz w:val="26"/>
          <w:szCs w:val="26"/>
          <w:u w:val="single"/>
          <w:lang w:val="ca-ES"/>
        </w:rPr>
        <w:t xml:space="preserve"> Bere</w:t>
      </w:r>
      <w:r w:rsidRPr="00D315E3">
        <w:rPr>
          <w:rFonts w:ascii="Arial" w:hAnsi="Arial"/>
          <w:b/>
          <w:sz w:val="26"/>
          <w:szCs w:val="26"/>
          <w:u w:val="single"/>
          <w:lang w:val="ca-ES"/>
        </w:rPr>
        <w:t>t</w:t>
      </w:r>
    </w:p>
    <w:p w14:paraId="2E168A55" w14:textId="77777777" w:rsidR="007C1F42" w:rsidRPr="00D315E3" w:rsidRDefault="007C1F42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u w:val="single"/>
          <w:lang w:val="ca-ES"/>
        </w:rPr>
      </w:pPr>
    </w:p>
    <w:p w14:paraId="5BE4D0D3" w14:textId="15F177C0" w:rsidR="00592C3C" w:rsidRPr="00EF7EE3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F7EE3">
        <w:rPr>
          <w:rFonts w:ascii="Arial" w:hAnsi="Arial"/>
          <w:b/>
          <w:sz w:val="20"/>
          <w:szCs w:val="20"/>
          <w:lang w:val="ca-ES"/>
        </w:rPr>
        <w:t xml:space="preserve">Espectacular jornada per als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riders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de la casa, Lucas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Eguibar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i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Regino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Hernández, amb la 3a i la 5a posició, respectivament, en l</w:t>
      </w:r>
      <w:r w:rsidR="001D7E68">
        <w:rPr>
          <w:rFonts w:ascii="Arial" w:hAnsi="Arial"/>
          <w:b/>
          <w:sz w:val="20"/>
          <w:szCs w:val="20"/>
          <w:lang w:val="ca-ES"/>
        </w:rPr>
        <w:t xml:space="preserve">'última prova de Copa del Món de </w:t>
      </w:r>
      <w:r w:rsidRPr="00EF7EE3">
        <w:rPr>
          <w:rFonts w:ascii="Arial" w:hAnsi="Arial"/>
          <w:b/>
          <w:sz w:val="20"/>
          <w:szCs w:val="20"/>
          <w:lang w:val="ca-ES"/>
        </w:rPr>
        <w:t>Snowboard Cross de la temporada 2015-2016. Amb aquest resulta</w:t>
      </w:r>
      <w:r w:rsidR="007960C4">
        <w:rPr>
          <w:rFonts w:ascii="Arial" w:hAnsi="Arial"/>
          <w:b/>
          <w:sz w:val="20"/>
          <w:szCs w:val="20"/>
          <w:lang w:val="ca-ES"/>
        </w:rPr>
        <w:t>t, el corredor de RFEDI s’emporta</w:t>
      </w:r>
      <w:r w:rsidRPr="00EF7EE3">
        <w:rPr>
          <w:rFonts w:ascii="Arial" w:hAnsi="Arial"/>
          <w:b/>
          <w:sz w:val="20"/>
          <w:szCs w:val="20"/>
          <w:lang w:val="ca-ES"/>
        </w:rPr>
        <w:t xml:space="preserve"> també el bronze del circuit i el francès Pierre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Vaultier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</w:t>
      </w:r>
      <w:r w:rsidR="0075447B">
        <w:rPr>
          <w:rFonts w:ascii="Arial" w:hAnsi="Arial"/>
          <w:b/>
          <w:sz w:val="20"/>
          <w:szCs w:val="20"/>
          <w:lang w:val="ca-ES"/>
        </w:rPr>
        <w:t>s’enduu</w:t>
      </w:r>
      <w:r w:rsidRPr="00EF7EE3">
        <w:rPr>
          <w:rFonts w:ascii="Arial" w:hAnsi="Arial"/>
          <w:b/>
          <w:sz w:val="20"/>
          <w:szCs w:val="20"/>
          <w:lang w:val="ca-ES"/>
        </w:rPr>
        <w:t xml:space="preserve"> el Globus de Cristall.</w:t>
      </w:r>
    </w:p>
    <w:p w14:paraId="742C1168" w14:textId="77777777" w:rsidR="00592C3C" w:rsidRPr="00EF7EE3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</w:p>
    <w:p w14:paraId="59A4AC0E" w14:textId="77777777" w:rsidR="00592C3C" w:rsidRPr="00EF7EE3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F7EE3">
        <w:rPr>
          <w:rFonts w:ascii="Arial" w:hAnsi="Arial"/>
          <w:b/>
          <w:sz w:val="20"/>
          <w:szCs w:val="20"/>
          <w:lang w:val="ca-ES"/>
        </w:rPr>
        <w:t xml:space="preserve">Diumenge 20, l'estació de la Val d'Aran ha rebut als 72 millors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snowboarders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del món en la disciplina de SBX per disputar la gran final d'aquesta cita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mundialista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en la qual s'han reunit fins a 3.000 persones.</w:t>
      </w:r>
    </w:p>
    <w:p w14:paraId="1D6976DF" w14:textId="77777777" w:rsidR="00592C3C" w:rsidRPr="00EF7EE3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</w:p>
    <w:p w14:paraId="7201FE0F" w14:textId="27BBF6D4" w:rsidR="00592C3C" w:rsidRPr="00EF7EE3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EF7EE3">
        <w:rPr>
          <w:rFonts w:ascii="Arial" w:hAnsi="Arial"/>
          <w:b/>
          <w:sz w:val="20"/>
          <w:szCs w:val="20"/>
          <w:lang w:val="ca-ES"/>
        </w:rPr>
        <w:t xml:space="preserve">En </w:t>
      </w:r>
      <w:r w:rsidR="00AA5D89">
        <w:rPr>
          <w:rFonts w:ascii="Arial" w:hAnsi="Arial"/>
          <w:b/>
          <w:sz w:val="20"/>
          <w:szCs w:val="20"/>
          <w:lang w:val="ca-ES"/>
        </w:rPr>
        <w:t xml:space="preserve">la </w:t>
      </w:r>
      <w:r w:rsidRPr="00EF7EE3">
        <w:rPr>
          <w:rFonts w:ascii="Arial" w:hAnsi="Arial"/>
          <w:b/>
          <w:sz w:val="20"/>
          <w:szCs w:val="20"/>
          <w:lang w:val="ca-ES"/>
        </w:rPr>
        <w:t xml:space="preserve">categoria femenina, el primer lloc ha estat per a l'australiana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Belle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Brockhoff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i la italiana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Michela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</w:t>
      </w:r>
      <w:proofErr w:type="spellStart"/>
      <w:r w:rsidRPr="00EF7EE3">
        <w:rPr>
          <w:rFonts w:ascii="Arial" w:hAnsi="Arial"/>
          <w:b/>
          <w:sz w:val="20"/>
          <w:szCs w:val="20"/>
          <w:lang w:val="ca-ES"/>
        </w:rPr>
        <w:t>Moioli</w:t>
      </w:r>
      <w:proofErr w:type="spellEnd"/>
      <w:r w:rsidRPr="00EF7EE3">
        <w:rPr>
          <w:rFonts w:ascii="Arial" w:hAnsi="Arial"/>
          <w:b/>
          <w:sz w:val="20"/>
          <w:szCs w:val="20"/>
          <w:lang w:val="ca-ES"/>
        </w:rPr>
        <w:t xml:space="preserve"> s'ha proclamat campiona del circuit de Copa del Món de la vigent temporada.</w:t>
      </w:r>
    </w:p>
    <w:p w14:paraId="517C765E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ED5C3CC" w14:textId="43414F08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665308">
        <w:rPr>
          <w:rFonts w:ascii="Arial" w:hAnsi="Arial"/>
          <w:b/>
          <w:sz w:val="20"/>
          <w:szCs w:val="20"/>
          <w:lang w:val="ca-ES"/>
        </w:rPr>
        <w:t xml:space="preserve">Lucas </w:t>
      </w:r>
      <w:proofErr w:type="spellStart"/>
      <w:r w:rsidRPr="00665308">
        <w:rPr>
          <w:rFonts w:ascii="Arial" w:hAnsi="Arial"/>
          <w:b/>
          <w:sz w:val="20"/>
          <w:szCs w:val="20"/>
          <w:lang w:val="ca-ES"/>
        </w:rPr>
        <w:t>Eguibar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està fent història en els esports d'hivern espanyols. Amb aquesta tercera plaça en la vuitena i última prova del circuit de Copa del Món, ha aconseguit pujar al podi dels tres millors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de la temporada 2015-2016. El basc de la </w:t>
      </w:r>
      <w:r w:rsidR="00395A08">
        <w:rPr>
          <w:rFonts w:ascii="Arial" w:hAnsi="Arial"/>
          <w:sz w:val="20"/>
          <w:szCs w:val="20"/>
          <w:lang w:val="ca-ES"/>
        </w:rPr>
        <w:t xml:space="preserve">Real </w:t>
      </w:r>
      <w:proofErr w:type="spellStart"/>
      <w:r w:rsidR="00395A08">
        <w:rPr>
          <w:rFonts w:ascii="Arial" w:hAnsi="Arial"/>
          <w:sz w:val="20"/>
          <w:szCs w:val="20"/>
          <w:lang w:val="ca-ES"/>
        </w:rPr>
        <w:t>Federación</w:t>
      </w:r>
      <w:proofErr w:type="spellEnd"/>
      <w:r w:rsidR="00395A08">
        <w:rPr>
          <w:rFonts w:ascii="Arial" w:hAnsi="Arial"/>
          <w:sz w:val="20"/>
          <w:szCs w:val="20"/>
          <w:lang w:val="ca-ES"/>
        </w:rPr>
        <w:t xml:space="preserve"> </w:t>
      </w:r>
      <w:r w:rsidR="009B41A0">
        <w:rPr>
          <w:rFonts w:ascii="Arial" w:hAnsi="Arial"/>
          <w:sz w:val="20"/>
          <w:szCs w:val="20"/>
          <w:lang w:val="ca-ES"/>
        </w:rPr>
        <w:t xml:space="preserve">Española Deportes de </w:t>
      </w:r>
      <w:proofErr w:type="spellStart"/>
      <w:r w:rsidR="009B41A0">
        <w:rPr>
          <w:rFonts w:ascii="Arial" w:hAnsi="Arial"/>
          <w:sz w:val="20"/>
          <w:szCs w:val="20"/>
          <w:lang w:val="ca-ES"/>
        </w:rPr>
        <w:t>Invierno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(RFEDI) des de desembre ha acumulat cinc res</w:t>
      </w:r>
      <w:r w:rsidR="009B41A0">
        <w:rPr>
          <w:rFonts w:ascii="Arial" w:hAnsi="Arial"/>
          <w:sz w:val="20"/>
          <w:szCs w:val="20"/>
          <w:lang w:val="ca-ES"/>
        </w:rPr>
        <w:t>ultats dins del Top 10 (5è a</w:t>
      </w:r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Montafon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8è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3r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Sunny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Valley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1r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3r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Beret) i ha sumat un total de 3.366 punts en el circuit.</w:t>
      </w:r>
    </w:p>
    <w:p w14:paraId="59C5462B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0021D064" w14:textId="2BBA6E6F" w:rsidR="00592C3C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D315E3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campió de l'anterior edició, després de rebre els dos merescuts premis ha exclamat que "estic molt content perquè ahir estava quart en el rànquing i avui he finalitzat tercer, sabia que seria difícil però ho he aconseguit". Pel que fa a la gran final ha assegurat que "l'ambient viscut avui ha estat espectacular amb moltíssima gent animant. Ja en la classificació de dissabte va ser brutal, tothom cridant, gairebé ni podia concentrar-me i</w:t>
      </w:r>
      <w:r w:rsidR="000E3410">
        <w:rPr>
          <w:rFonts w:ascii="Arial" w:hAnsi="Arial"/>
          <w:sz w:val="20"/>
          <w:szCs w:val="20"/>
          <w:lang w:val="ca-ES"/>
        </w:rPr>
        <w:t xml:space="preserve"> </w:t>
      </w:r>
      <w:r w:rsidRPr="00D315E3">
        <w:rPr>
          <w:rFonts w:ascii="Arial" w:hAnsi="Arial"/>
          <w:sz w:val="20"/>
          <w:szCs w:val="20"/>
          <w:lang w:val="ca-ES"/>
        </w:rPr>
        <w:t>a la final ha estat una pas</w:t>
      </w:r>
      <w:r w:rsidR="000E3410">
        <w:rPr>
          <w:rFonts w:ascii="Arial" w:hAnsi="Arial"/>
          <w:sz w:val="20"/>
          <w:szCs w:val="20"/>
          <w:lang w:val="ca-ES"/>
        </w:rPr>
        <w:t>sada. Tant de bo tingués això a</w:t>
      </w:r>
      <w:r w:rsidRPr="00D315E3">
        <w:rPr>
          <w:rFonts w:ascii="Arial" w:hAnsi="Arial"/>
          <w:sz w:val="20"/>
          <w:szCs w:val="20"/>
          <w:lang w:val="ca-ES"/>
        </w:rPr>
        <w:t xml:space="preserve"> totes les carreres, perquè ajuda moltíssim, a m</w:t>
      </w:r>
      <w:r w:rsidR="000E3410">
        <w:rPr>
          <w:rFonts w:ascii="Arial" w:hAnsi="Arial"/>
          <w:sz w:val="20"/>
          <w:szCs w:val="20"/>
          <w:lang w:val="ca-ES"/>
        </w:rPr>
        <w:t>és tenia a la meva família i amics aquí</w:t>
      </w:r>
      <w:r w:rsidRPr="00D315E3">
        <w:rPr>
          <w:rFonts w:ascii="Arial" w:hAnsi="Arial"/>
          <w:sz w:val="20"/>
          <w:szCs w:val="20"/>
          <w:lang w:val="ca-ES"/>
        </w:rPr>
        <w:t>".</w:t>
      </w:r>
    </w:p>
    <w:p w14:paraId="6EC32E6B" w14:textId="77777777" w:rsidR="000E3410" w:rsidRPr="00D315E3" w:rsidRDefault="000E3410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C444DF8" w14:textId="3DED7439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Després d'una carrera </w:t>
      </w:r>
      <w:r w:rsidR="00F23FA2">
        <w:rPr>
          <w:rFonts w:ascii="Arial" w:hAnsi="Arial"/>
          <w:sz w:val="20"/>
          <w:szCs w:val="20"/>
          <w:lang w:val="ca-ES"/>
        </w:rPr>
        <w:t>llegendària</w:t>
      </w:r>
      <w:r w:rsidRPr="00D315E3">
        <w:rPr>
          <w:rFonts w:ascii="Arial" w:hAnsi="Arial"/>
          <w:sz w:val="20"/>
          <w:szCs w:val="20"/>
          <w:lang w:val="ca-ES"/>
        </w:rPr>
        <w:t xml:space="preserve"> aquest diumenge per part de Luc</w:t>
      </w:r>
      <w:r w:rsidR="00E23071">
        <w:rPr>
          <w:rFonts w:ascii="Arial" w:hAnsi="Arial"/>
          <w:sz w:val="20"/>
          <w:szCs w:val="20"/>
          <w:lang w:val="ca-ES"/>
        </w:rPr>
        <w:t>as amb mànigues èpiques com els quarts</w:t>
      </w:r>
      <w:r w:rsidRPr="00D315E3">
        <w:rPr>
          <w:rFonts w:ascii="Arial" w:hAnsi="Arial"/>
          <w:sz w:val="20"/>
          <w:szCs w:val="20"/>
          <w:lang w:val="ca-ES"/>
        </w:rPr>
        <w:t xml:space="preserve"> de final en què ha passat de 4t a 1r en l'última part de la carrera gràcies a la seva sang freda i una gran tècnica. Com a resum de la temporada ha explicat que "ha estat una temporada una mica irregular però estic feliç perquè acabar</w:t>
      </w:r>
      <w:r w:rsidR="003758E9">
        <w:rPr>
          <w:rFonts w:ascii="Arial" w:hAnsi="Arial"/>
          <w:sz w:val="20"/>
          <w:szCs w:val="20"/>
          <w:lang w:val="ca-ES"/>
        </w:rPr>
        <w:t xml:space="preserve"> entre els tres millors del món</w:t>
      </w:r>
      <w:r w:rsidRPr="00D315E3">
        <w:rPr>
          <w:rFonts w:ascii="Arial" w:hAnsi="Arial"/>
          <w:sz w:val="20"/>
          <w:szCs w:val="20"/>
          <w:lang w:val="ca-ES"/>
        </w:rPr>
        <w:t xml:space="preserve"> és un èxit".</w:t>
      </w:r>
    </w:p>
    <w:p w14:paraId="536FDB11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0533F757" w14:textId="48C41E70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L'altre component de RFEDI, </w:t>
      </w:r>
      <w:proofErr w:type="spellStart"/>
      <w:r w:rsidRPr="00665308">
        <w:rPr>
          <w:rFonts w:ascii="Arial" w:hAnsi="Arial"/>
          <w:b/>
          <w:sz w:val="20"/>
          <w:szCs w:val="20"/>
          <w:lang w:val="ca-ES"/>
        </w:rPr>
        <w:t>Regino</w:t>
      </w:r>
      <w:proofErr w:type="spellEnd"/>
      <w:r w:rsidRPr="00665308">
        <w:rPr>
          <w:rFonts w:ascii="Arial" w:hAnsi="Arial"/>
          <w:b/>
          <w:sz w:val="20"/>
          <w:szCs w:val="20"/>
          <w:lang w:val="ca-ES"/>
        </w:rPr>
        <w:t xml:space="preserve"> Hernández</w:t>
      </w:r>
      <w:r w:rsidRPr="00D315E3">
        <w:rPr>
          <w:rFonts w:ascii="Arial" w:hAnsi="Arial"/>
          <w:sz w:val="20"/>
          <w:szCs w:val="20"/>
          <w:lang w:val="ca-ES"/>
        </w:rPr>
        <w:t xml:space="preserve">, que ha aconseguit arribar fins a la final de consolació i ha estat el primer en creuar la línia de meta "he estat treballant la recuperació i el físic aquests dos últims mesos i d'aquí han sortit els resultats de la victòria en la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smal</w:t>
      </w:r>
      <w:r w:rsidR="008C6E12">
        <w:rPr>
          <w:rFonts w:ascii="Arial" w:hAnsi="Arial"/>
          <w:sz w:val="20"/>
          <w:szCs w:val="20"/>
          <w:lang w:val="ca-ES"/>
        </w:rPr>
        <w:t>l</w:t>
      </w:r>
      <w:proofErr w:type="spellEnd"/>
      <w:r w:rsidR="008C6E12">
        <w:rPr>
          <w:rFonts w:ascii="Arial" w:hAnsi="Arial"/>
          <w:sz w:val="20"/>
          <w:szCs w:val="20"/>
          <w:lang w:val="ca-ES"/>
        </w:rPr>
        <w:t xml:space="preserve"> final i un cinquè lloc d'avui</w:t>
      </w:r>
      <w:r w:rsidRPr="00D315E3">
        <w:rPr>
          <w:rFonts w:ascii="Arial" w:hAnsi="Arial"/>
          <w:sz w:val="20"/>
          <w:szCs w:val="20"/>
          <w:lang w:val="ca-ES"/>
        </w:rPr>
        <w:t xml:space="preserve">". De cara a la temporada que ve, el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rider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andalús ha assegurat que "seguiré amb el físic </w:t>
      </w:r>
      <w:r w:rsidR="00C007A8">
        <w:rPr>
          <w:rFonts w:ascii="Arial" w:hAnsi="Arial"/>
          <w:sz w:val="20"/>
          <w:szCs w:val="20"/>
          <w:lang w:val="ca-ES"/>
        </w:rPr>
        <w:t xml:space="preserve">per </w:t>
      </w:r>
      <w:r w:rsidRPr="00D315E3">
        <w:rPr>
          <w:rFonts w:ascii="Arial" w:hAnsi="Arial"/>
          <w:sz w:val="20"/>
          <w:szCs w:val="20"/>
          <w:lang w:val="ca-ES"/>
        </w:rPr>
        <w:t>estar encara millor i els meus cla</w:t>
      </w:r>
      <w:r w:rsidR="00C42643">
        <w:rPr>
          <w:rFonts w:ascii="Arial" w:hAnsi="Arial"/>
          <w:sz w:val="20"/>
          <w:szCs w:val="20"/>
          <w:lang w:val="ca-ES"/>
        </w:rPr>
        <w:t xml:space="preserve">rs objectius són els Mundials de </w:t>
      </w:r>
      <w:r w:rsidRPr="00D315E3">
        <w:rPr>
          <w:rFonts w:ascii="Arial" w:hAnsi="Arial"/>
          <w:sz w:val="20"/>
          <w:szCs w:val="20"/>
          <w:lang w:val="ca-ES"/>
        </w:rPr>
        <w:t xml:space="preserve">Snowboard i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Freestyle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de Sierra Nevada 2017".</w:t>
      </w:r>
    </w:p>
    <w:p w14:paraId="0406B3A1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025DAF8" w14:textId="76006A48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El tècnic de la Federació Espanyola, </w:t>
      </w:r>
      <w:r w:rsidRPr="00C32DCA">
        <w:rPr>
          <w:rFonts w:ascii="Arial" w:hAnsi="Arial"/>
          <w:b/>
          <w:sz w:val="20"/>
          <w:szCs w:val="20"/>
          <w:lang w:val="ca-ES"/>
        </w:rPr>
        <w:t>Israel Planas</w:t>
      </w:r>
      <w:r w:rsidRPr="00D315E3">
        <w:rPr>
          <w:rFonts w:ascii="Arial" w:hAnsi="Arial"/>
          <w:sz w:val="20"/>
          <w:szCs w:val="20"/>
          <w:lang w:val="ca-ES"/>
        </w:rPr>
        <w:t xml:space="preserve">, ha qualificat el dia de: espectacular. "Lucas ha fet els dos podis,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Regino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ha demostrat que l'equip està fort i em sap greu per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Laro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Herrero, perquè hauria d'estar aquí davant amb la resta, perquè són un gran equip". Planas ha explicat que "l'experiència és fonamental, Lucas és una increïble persona i un gran competidor, però encara hi ha molt</w:t>
      </w:r>
      <w:r w:rsidR="00340D1C">
        <w:rPr>
          <w:rFonts w:ascii="Arial" w:hAnsi="Arial"/>
          <w:sz w:val="20"/>
          <w:szCs w:val="20"/>
          <w:lang w:val="ca-ES"/>
        </w:rPr>
        <w:t>a feina a fer</w:t>
      </w:r>
      <w:r w:rsidRPr="00D315E3">
        <w:rPr>
          <w:rFonts w:ascii="Arial" w:hAnsi="Arial"/>
          <w:sz w:val="20"/>
          <w:szCs w:val="20"/>
          <w:lang w:val="ca-ES"/>
        </w:rPr>
        <w:t xml:space="preserve">". També ha volgut agrair a RFEDI,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tots els estaments perquè "han estat a l'alçada i han demostrat que pot ser la millor Copa del Món en tots els aspectes i els felicito en nom de tot l'equip. L'ambient ha estat fantàstic, la gent ha estat molt implicada i m'he emocionat i nosaltres l'hi hem agraït amb el resultat ".</w:t>
      </w:r>
    </w:p>
    <w:p w14:paraId="174E0768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77ED3CF" w14:textId="2109A812" w:rsidR="00592C3C" w:rsidRPr="00D315E3" w:rsidRDefault="00E25BE3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lang w:val="ca-ES"/>
        </w:rPr>
        <w:t xml:space="preserve">Tant el director general de </w:t>
      </w:r>
      <w:proofErr w:type="spellStart"/>
      <w:r w:rsidR="00592C3C" w:rsidRPr="00D315E3">
        <w:rPr>
          <w:rFonts w:ascii="Arial" w:hAnsi="Arial"/>
          <w:sz w:val="20"/>
          <w:szCs w:val="20"/>
          <w:lang w:val="ca-ES"/>
        </w:rPr>
        <w:t>Baquiera</w:t>
      </w:r>
      <w:proofErr w:type="spellEnd"/>
      <w:r w:rsidR="00592C3C" w:rsidRPr="00D315E3">
        <w:rPr>
          <w:rFonts w:ascii="Arial" w:hAnsi="Arial"/>
          <w:sz w:val="20"/>
          <w:szCs w:val="20"/>
          <w:lang w:val="ca-ES"/>
        </w:rPr>
        <w:t xml:space="preserve"> Beret, </w:t>
      </w:r>
      <w:r w:rsidR="00592C3C" w:rsidRPr="00320338">
        <w:rPr>
          <w:rFonts w:ascii="Arial" w:hAnsi="Arial"/>
          <w:b/>
          <w:sz w:val="20"/>
          <w:szCs w:val="20"/>
          <w:lang w:val="ca-ES"/>
        </w:rPr>
        <w:t>Francis Coll</w:t>
      </w:r>
      <w:r w:rsidR="00592C3C" w:rsidRPr="00D315E3">
        <w:rPr>
          <w:rFonts w:ascii="Arial" w:hAnsi="Arial"/>
          <w:sz w:val="20"/>
          <w:szCs w:val="20"/>
          <w:lang w:val="ca-ES"/>
        </w:rPr>
        <w:t xml:space="preserve">, com el president de RFEDI, </w:t>
      </w:r>
      <w:r w:rsidR="00592C3C" w:rsidRPr="00320338">
        <w:rPr>
          <w:rFonts w:ascii="Arial" w:hAnsi="Arial"/>
          <w:b/>
          <w:sz w:val="20"/>
          <w:szCs w:val="20"/>
          <w:lang w:val="ca-ES"/>
        </w:rPr>
        <w:t>May Peus</w:t>
      </w:r>
      <w:r w:rsidR="00592C3C" w:rsidRPr="00D315E3">
        <w:rPr>
          <w:rFonts w:ascii="Arial" w:hAnsi="Arial"/>
          <w:sz w:val="20"/>
          <w:szCs w:val="20"/>
          <w:lang w:val="ca-ES"/>
        </w:rPr>
        <w:t>, han coincidit a ressaltar el gran cap de setmana viscut a la Val d'Aran per als esports d'hivern. Han afirmat que s'han superat totes les expectatives previstes tant en volum d'espectadors com a nivell organitzatiu tenint en compte que la carrera s'ha preparat en menys de dos mesos.</w:t>
      </w:r>
    </w:p>
    <w:p w14:paraId="47907A6D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0CB5735B" w14:textId="1BD07194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El guanyador de la gran final celebrada a l'estació de la Val d'Aran, ha estat l'australià Alex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Pullin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que amb aquests 1.000</w:t>
      </w:r>
      <w:r w:rsidR="000D3DF0">
        <w:rPr>
          <w:rFonts w:ascii="Arial" w:hAnsi="Arial"/>
          <w:sz w:val="20"/>
          <w:szCs w:val="20"/>
          <w:lang w:val="ca-ES"/>
        </w:rPr>
        <w:t xml:space="preserve"> punts</w:t>
      </w:r>
      <w:r w:rsidRPr="00D315E3">
        <w:rPr>
          <w:rFonts w:ascii="Arial" w:hAnsi="Arial"/>
          <w:sz w:val="20"/>
          <w:szCs w:val="20"/>
          <w:lang w:val="ca-ES"/>
        </w:rPr>
        <w:t xml:space="preserve"> s'ha situat en la cinquena plaça del circuit de SBX. De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Pullin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destaquen la seva 3a i 5a plaça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el 7è</w:t>
      </w:r>
      <w:r w:rsidR="001E0651">
        <w:rPr>
          <w:rFonts w:ascii="Arial" w:hAnsi="Arial"/>
          <w:sz w:val="20"/>
          <w:szCs w:val="20"/>
          <w:lang w:val="ca-ES"/>
        </w:rPr>
        <w:t xml:space="preserve"> lloc</w:t>
      </w:r>
      <w:r w:rsidRPr="00D315E3">
        <w:rPr>
          <w:rFonts w:ascii="Arial" w:hAnsi="Arial"/>
          <w:sz w:val="20"/>
          <w:szCs w:val="20"/>
          <w:lang w:val="ca-ES"/>
        </w:rPr>
        <w:t xml:space="preserve">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Sunny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Valley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un 6è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. El segon en creuar línia de meta ha estat el canadenc Kevin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Hill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que ha aconseguit el seu primer podi de la temporada, a més del seu 8è lloc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com a resultat destacat. El quart en arribar ha estat el líder del circuit,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Vaultier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.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Pullin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que va guanyar a La Molina 2011, ha tornat a destacar en una estació espanyola i ha assegurat que "em porta sort, potser vinc a viure aquí. M'ha encantat la cursa, l'ambient en sortida i en meta, però he d'admetre que ha estat un</w:t>
      </w:r>
      <w:r w:rsidR="001E0651">
        <w:rPr>
          <w:rFonts w:ascii="Arial" w:hAnsi="Arial"/>
          <w:sz w:val="20"/>
          <w:szCs w:val="20"/>
          <w:lang w:val="ca-ES"/>
        </w:rPr>
        <w:t>a final molt difícil i disputat</w:t>
      </w:r>
      <w:r w:rsidRPr="00D315E3">
        <w:rPr>
          <w:rFonts w:ascii="Arial" w:hAnsi="Arial"/>
          <w:sz w:val="20"/>
          <w:szCs w:val="20"/>
          <w:lang w:val="ca-ES"/>
        </w:rPr>
        <w:t xml:space="preserve"> en un circuit molt tècnic ".</w:t>
      </w:r>
    </w:p>
    <w:p w14:paraId="28170FAD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7C11A5F" w14:textId="77777777" w:rsidR="00592C3C" w:rsidRPr="00990BF2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990BF2">
        <w:rPr>
          <w:rFonts w:ascii="Arial" w:hAnsi="Arial"/>
          <w:b/>
          <w:sz w:val="20"/>
          <w:szCs w:val="20"/>
          <w:lang w:val="ca-ES"/>
        </w:rPr>
        <w:t>Una final femenina molt renyida</w:t>
      </w:r>
    </w:p>
    <w:p w14:paraId="661D5CAA" w14:textId="478CE06E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El nom de la guanyadora de l'última prova de Copa del Món no s'ha decidit fins a l'últim moment. Finalment, la primera plaça </w:t>
      </w:r>
      <w:r w:rsidR="00641B63">
        <w:rPr>
          <w:rFonts w:ascii="Arial" w:hAnsi="Arial"/>
          <w:sz w:val="20"/>
          <w:szCs w:val="20"/>
          <w:lang w:val="ca-ES"/>
        </w:rPr>
        <w:t>ha anat</w:t>
      </w:r>
      <w:r w:rsidRPr="00D315E3">
        <w:rPr>
          <w:rFonts w:ascii="Arial" w:hAnsi="Arial"/>
          <w:sz w:val="20"/>
          <w:szCs w:val="20"/>
          <w:lang w:val="ca-ES"/>
        </w:rPr>
        <w:t xml:space="preserve"> per </w:t>
      </w:r>
      <w:r w:rsidR="00567E44">
        <w:rPr>
          <w:rFonts w:ascii="Arial" w:hAnsi="Arial"/>
          <w:sz w:val="20"/>
          <w:szCs w:val="20"/>
          <w:lang w:val="ca-ES"/>
        </w:rPr>
        <w:t xml:space="preserve">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Belle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Brockhoff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que també ha pujat al podi de la general, ocupant una tercera plaça. L'australiana ha finalitzat en el Top 10 de gairebé totes les proves disputa</w:t>
      </w:r>
      <w:r w:rsidR="009D5287">
        <w:rPr>
          <w:rFonts w:ascii="Arial" w:hAnsi="Arial"/>
          <w:sz w:val="20"/>
          <w:szCs w:val="20"/>
          <w:lang w:val="ca-ES"/>
        </w:rPr>
        <w:t>des durant aquesta temporada: 5è lloc a</w:t>
      </w:r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Montafon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5a i 6a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2a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Sunny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Valley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2a i 6a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ho ha completat </w:t>
      </w:r>
      <w:r w:rsidR="00CD1873">
        <w:rPr>
          <w:rFonts w:ascii="Arial" w:hAnsi="Arial"/>
          <w:sz w:val="20"/>
          <w:szCs w:val="20"/>
          <w:lang w:val="ca-ES"/>
        </w:rPr>
        <w:t xml:space="preserve">amb un 1r lloc a </w:t>
      </w:r>
      <w:proofErr w:type="spellStart"/>
      <w:r w:rsidR="00CD187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="00CD1873">
        <w:rPr>
          <w:rFonts w:ascii="Arial" w:hAnsi="Arial"/>
          <w:sz w:val="20"/>
          <w:szCs w:val="20"/>
          <w:lang w:val="ca-ES"/>
        </w:rPr>
        <w:t xml:space="preserve"> Beret</w:t>
      </w:r>
      <w:r w:rsidRPr="00D315E3">
        <w:rPr>
          <w:rFonts w:ascii="Arial" w:hAnsi="Arial"/>
          <w:sz w:val="20"/>
          <w:szCs w:val="20"/>
          <w:lang w:val="ca-ES"/>
        </w:rPr>
        <w:t xml:space="preserve">. En finalitzar la prova,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Brockhoff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ha declarat que "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és fantàstica, és enorme ... I en general m'agrada aquest país pel menjar</w:t>
      </w:r>
      <w:r w:rsidR="00CD1873">
        <w:rPr>
          <w:rFonts w:ascii="Arial" w:hAnsi="Arial"/>
          <w:sz w:val="20"/>
          <w:szCs w:val="20"/>
          <w:lang w:val="ca-ES"/>
        </w:rPr>
        <w:t xml:space="preserve"> i la gent, és un lloc encantador</w:t>
      </w:r>
      <w:r w:rsidRPr="00D315E3">
        <w:rPr>
          <w:rFonts w:ascii="Arial" w:hAnsi="Arial"/>
          <w:sz w:val="20"/>
          <w:szCs w:val="20"/>
          <w:lang w:val="ca-ES"/>
        </w:rPr>
        <w:t xml:space="preserve">". Pel que fa a la cursa, ha afegit que "m'he sentit molt bé. L'estació té molta neu i crec que tothom ha gaudit. Espero que la </w:t>
      </w:r>
      <w:r w:rsidR="00441DEB">
        <w:rPr>
          <w:rFonts w:ascii="Arial" w:hAnsi="Arial"/>
          <w:sz w:val="20"/>
          <w:szCs w:val="20"/>
          <w:lang w:val="ca-ES"/>
        </w:rPr>
        <w:t xml:space="preserve">propera </w:t>
      </w:r>
      <w:r w:rsidRPr="00D315E3">
        <w:rPr>
          <w:rFonts w:ascii="Arial" w:hAnsi="Arial"/>
          <w:sz w:val="20"/>
          <w:szCs w:val="20"/>
          <w:lang w:val="ca-ES"/>
        </w:rPr>
        <w:t>temporada p</w:t>
      </w:r>
      <w:r w:rsidR="00441DEB">
        <w:rPr>
          <w:rFonts w:ascii="Arial" w:hAnsi="Arial"/>
          <w:sz w:val="20"/>
          <w:szCs w:val="20"/>
          <w:lang w:val="ca-ES"/>
        </w:rPr>
        <w:t>uguem tornar i vull guanyar el G</w:t>
      </w:r>
      <w:r w:rsidRPr="00D315E3">
        <w:rPr>
          <w:rFonts w:ascii="Arial" w:hAnsi="Arial"/>
          <w:sz w:val="20"/>
          <w:szCs w:val="20"/>
          <w:lang w:val="ca-ES"/>
        </w:rPr>
        <w:t>lobus, que és el que em falta ... però he de felicitar</w:t>
      </w:r>
      <w:r w:rsidR="00513366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="00513366">
        <w:rPr>
          <w:rFonts w:ascii="Arial" w:hAnsi="Arial"/>
          <w:sz w:val="20"/>
          <w:szCs w:val="20"/>
          <w:lang w:val="ca-ES"/>
        </w:rPr>
        <w:t>Moioli</w:t>
      </w:r>
      <w:proofErr w:type="spellEnd"/>
      <w:r w:rsidR="00513366">
        <w:rPr>
          <w:rFonts w:ascii="Arial" w:hAnsi="Arial"/>
          <w:sz w:val="20"/>
          <w:szCs w:val="20"/>
          <w:lang w:val="ca-ES"/>
        </w:rPr>
        <w:t xml:space="preserve"> perquè ho ha fet genial</w:t>
      </w:r>
      <w:r w:rsidRPr="00D315E3">
        <w:rPr>
          <w:rFonts w:ascii="Arial" w:hAnsi="Arial"/>
          <w:sz w:val="20"/>
          <w:szCs w:val="20"/>
          <w:lang w:val="ca-ES"/>
        </w:rPr>
        <w:t>".</w:t>
      </w:r>
    </w:p>
    <w:p w14:paraId="0F78E1C4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B79E748" w14:textId="770EC1BC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Molt de prop l'ha seguit la txeca Eva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Samkova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que també ha estat segona del circuit de Copa del Món i s'ha endut la plata. Aquesta temporada ha estat 1a i 7a a </w:t>
      </w:r>
      <w:proofErr w:type="spellStart"/>
      <w:r w:rsidR="00215852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="00215852">
        <w:rPr>
          <w:rFonts w:ascii="Arial" w:hAnsi="Arial"/>
          <w:sz w:val="20"/>
          <w:szCs w:val="20"/>
          <w:lang w:val="ca-ES"/>
        </w:rPr>
        <w:t xml:space="preserve">, 1a </w:t>
      </w:r>
      <w:proofErr w:type="spellStart"/>
      <w:r w:rsidR="00215852">
        <w:rPr>
          <w:rFonts w:ascii="Arial" w:hAnsi="Arial"/>
          <w:sz w:val="20"/>
          <w:szCs w:val="20"/>
          <w:lang w:val="ca-ES"/>
        </w:rPr>
        <w:t>Sunny</w:t>
      </w:r>
      <w:proofErr w:type="spellEnd"/>
      <w:r w:rsidR="00215852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="00215852">
        <w:rPr>
          <w:rFonts w:ascii="Arial" w:hAnsi="Arial"/>
          <w:sz w:val="20"/>
          <w:szCs w:val="20"/>
          <w:lang w:val="ca-ES"/>
        </w:rPr>
        <w:t>Valley</w:t>
      </w:r>
      <w:proofErr w:type="spellEnd"/>
      <w:r w:rsidR="00215852">
        <w:rPr>
          <w:rFonts w:ascii="Arial" w:hAnsi="Arial"/>
          <w:sz w:val="20"/>
          <w:szCs w:val="20"/>
          <w:lang w:val="ca-ES"/>
        </w:rPr>
        <w:t>, 3a a</w:t>
      </w:r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Bokwang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3a i 4a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. La tercera i quarta posició de la gran final l'han ocupat les franceses Chloe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Trespeuch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Nelly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Moenne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Loccoz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respectivament.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Trespeuch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acumula una 3a i 2a plaça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es va clas</w:t>
      </w:r>
      <w:r w:rsidR="00CB167A">
        <w:rPr>
          <w:rFonts w:ascii="Arial" w:hAnsi="Arial"/>
          <w:sz w:val="20"/>
          <w:szCs w:val="20"/>
          <w:lang w:val="ca-ES"/>
        </w:rPr>
        <w:t xml:space="preserve">sificar 7a a </w:t>
      </w:r>
      <w:proofErr w:type="spellStart"/>
      <w:r w:rsidR="00CB167A">
        <w:rPr>
          <w:rFonts w:ascii="Arial" w:hAnsi="Arial"/>
          <w:sz w:val="20"/>
          <w:szCs w:val="20"/>
          <w:lang w:val="ca-ES"/>
        </w:rPr>
        <w:t>Sunny</w:t>
      </w:r>
      <w:proofErr w:type="spellEnd"/>
      <w:r w:rsidR="00CB167A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="00CB167A">
        <w:rPr>
          <w:rFonts w:ascii="Arial" w:hAnsi="Arial"/>
          <w:sz w:val="20"/>
          <w:szCs w:val="20"/>
          <w:lang w:val="ca-ES"/>
        </w:rPr>
        <w:t>Valley</w:t>
      </w:r>
      <w:proofErr w:type="spellEnd"/>
      <w:r w:rsidR="00CB167A">
        <w:rPr>
          <w:rFonts w:ascii="Arial" w:hAnsi="Arial"/>
          <w:sz w:val="20"/>
          <w:szCs w:val="20"/>
          <w:lang w:val="ca-ES"/>
        </w:rPr>
        <w:t xml:space="preserve">, 1a a </w:t>
      </w:r>
      <w:proofErr w:type="spellStart"/>
      <w:r w:rsidR="00CB167A">
        <w:rPr>
          <w:rFonts w:ascii="Arial" w:hAnsi="Arial"/>
          <w:sz w:val="20"/>
          <w:szCs w:val="20"/>
          <w:lang w:val="ca-ES"/>
        </w:rPr>
        <w:t>Bokwang</w:t>
      </w:r>
      <w:proofErr w:type="spellEnd"/>
      <w:r w:rsidR="00CB167A">
        <w:rPr>
          <w:rFonts w:ascii="Arial" w:hAnsi="Arial"/>
          <w:sz w:val="20"/>
          <w:szCs w:val="20"/>
          <w:lang w:val="ca-ES"/>
        </w:rPr>
        <w:t xml:space="preserve"> i 4a</w:t>
      </w:r>
      <w:r w:rsidRPr="00D315E3">
        <w:rPr>
          <w:rFonts w:ascii="Arial" w:hAnsi="Arial"/>
          <w:sz w:val="20"/>
          <w:szCs w:val="20"/>
          <w:lang w:val="ca-ES"/>
        </w:rPr>
        <w:t xml:space="preserve">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amb el que es col·loca quarta de la general (4.260 punts).</w:t>
      </w:r>
    </w:p>
    <w:p w14:paraId="7EAA8F24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70425E0C" w14:textId="77777777" w:rsidR="00592C3C" w:rsidRPr="009F1062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9F1062">
        <w:rPr>
          <w:rFonts w:ascii="Arial" w:hAnsi="Arial"/>
          <w:b/>
          <w:sz w:val="20"/>
          <w:szCs w:val="20"/>
          <w:lang w:val="ca-ES"/>
        </w:rPr>
        <w:t>França i Itàlia es porten el Globus de Cristall</w:t>
      </w:r>
    </w:p>
    <w:p w14:paraId="3D1EE9DF" w14:textId="253CC6E1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En la categoria masculina ja s'havia decidit el líde</w:t>
      </w:r>
      <w:r w:rsidR="003E6BE0">
        <w:rPr>
          <w:rFonts w:ascii="Arial" w:hAnsi="Arial"/>
          <w:sz w:val="20"/>
          <w:szCs w:val="20"/>
          <w:lang w:val="ca-ES"/>
        </w:rPr>
        <w:t xml:space="preserve">r del circuit de Copa del Món de </w:t>
      </w:r>
      <w:r w:rsidRPr="00D315E3">
        <w:rPr>
          <w:rFonts w:ascii="Arial" w:hAnsi="Arial"/>
          <w:sz w:val="20"/>
          <w:szCs w:val="20"/>
          <w:lang w:val="ca-ES"/>
        </w:rPr>
        <w:t xml:space="preserve">Snowboard Cross de la temporada 2015-2016. El francès Pierre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Vaultier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que matemàticament ja es va proclamar campió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amb el quart lloc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Beret ha registrat un total de 5.100 punts. El campió olímpic, que ha col·leccionat 5 dels 8 podis d'aquesta temporada, ha assegurat que "estic feliç i em sento bé, però t</w:t>
      </w:r>
      <w:r w:rsidR="00587EC9">
        <w:rPr>
          <w:rFonts w:ascii="Arial" w:hAnsi="Arial"/>
          <w:sz w:val="20"/>
          <w:szCs w:val="20"/>
          <w:lang w:val="ca-ES"/>
        </w:rPr>
        <w:t>ot i que ja sabés que tenia el G</w:t>
      </w:r>
      <w:r w:rsidRPr="00D315E3">
        <w:rPr>
          <w:rFonts w:ascii="Arial" w:hAnsi="Arial"/>
          <w:sz w:val="20"/>
          <w:szCs w:val="20"/>
          <w:lang w:val="ca-ES"/>
        </w:rPr>
        <w:t xml:space="preserve">lobus, havia de lluitar per </w:t>
      </w:r>
      <w:r w:rsidR="00587EC9">
        <w:rPr>
          <w:rFonts w:ascii="Arial" w:hAnsi="Arial"/>
          <w:sz w:val="20"/>
          <w:szCs w:val="20"/>
          <w:lang w:val="ca-ES"/>
        </w:rPr>
        <w:t xml:space="preserve">a </w:t>
      </w:r>
      <w:r w:rsidRPr="00D315E3">
        <w:rPr>
          <w:rFonts w:ascii="Arial" w:hAnsi="Arial"/>
          <w:sz w:val="20"/>
          <w:szCs w:val="20"/>
          <w:lang w:val="ca-ES"/>
        </w:rPr>
        <w:t>la victòria d'av</w:t>
      </w:r>
      <w:r w:rsidR="00587EC9">
        <w:rPr>
          <w:rFonts w:ascii="Arial" w:hAnsi="Arial"/>
          <w:sz w:val="20"/>
          <w:szCs w:val="20"/>
          <w:lang w:val="ca-ES"/>
        </w:rPr>
        <w:t>ui però no han sortit les coses...</w:t>
      </w:r>
      <w:r w:rsidRPr="00D315E3">
        <w:rPr>
          <w:rFonts w:ascii="Arial" w:hAnsi="Arial"/>
          <w:sz w:val="20"/>
          <w:szCs w:val="20"/>
          <w:lang w:val="ca-ES"/>
        </w:rPr>
        <w:t>"</w:t>
      </w:r>
      <w:r w:rsidR="00587EC9">
        <w:rPr>
          <w:rFonts w:ascii="Arial" w:hAnsi="Arial"/>
          <w:sz w:val="20"/>
          <w:szCs w:val="20"/>
          <w:lang w:val="ca-ES"/>
        </w:rPr>
        <w:t xml:space="preserve"> </w:t>
      </w:r>
      <w:r w:rsidRPr="00D315E3">
        <w:rPr>
          <w:rFonts w:ascii="Arial" w:hAnsi="Arial"/>
          <w:sz w:val="20"/>
          <w:szCs w:val="20"/>
          <w:lang w:val="ca-ES"/>
        </w:rPr>
        <w:t xml:space="preserve">També ha tingut paraules per a Lucas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="00587EC9">
        <w:rPr>
          <w:rFonts w:ascii="Arial" w:hAnsi="Arial"/>
          <w:sz w:val="20"/>
          <w:szCs w:val="20"/>
          <w:lang w:val="ca-ES"/>
        </w:rPr>
        <w:t xml:space="preserve"> "</w:t>
      </w:r>
      <w:r w:rsidRPr="00D315E3">
        <w:rPr>
          <w:rFonts w:ascii="Arial" w:hAnsi="Arial"/>
          <w:sz w:val="20"/>
          <w:szCs w:val="20"/>
          <w:lang w:val="ca-ES"/>
        </w:rPr>
        <w:t>el felicito, ha obtingut un tercer lloc a casa i ha estat tercer de la final, és sens dubte e</w:t>
      </w:r>
      <w:r w:rsidR="00587EC9">
        <w:rPr>
          <w:rFonts w:ascii="Arial" w:hAnsi="Arial"/>
          <w:sz w:val="20"/>
          <w:szCs w:val="20"/>
          <w:lang w:val="ca-ES"/>
        </w:rPr>
        <w:t xml:space="preserve">l següent </w:t>
      </w:r>
      <w:proofErr w:type="spellStart"/>
      <w:r w:rsidR="00587EC9">
        <w:rPr>
          <w:rFonts w:ascii="Arial" w:hAnsi="Arial"/>
          <w:sz w:val="20"/>
          <w:szCs w:val="20"/>
          <w:lang w:val="ca-ES"/>
        </w:rPr>
        <w:t>rider</w:t>
      </w:r>
      <w:proofErr w:type="spellEnd"/>
      <w:r w:rsidR="00587EC9">
        <w:rPr>
          <w:rFonts w:ascii="Arial" w:hAnsi="Arial"/>
          <w:sz w:val="20"/>
          <w:szCs w:val="20"/>
          <w:lang w:val="ca-ES"/>
        </w:rPr>
        <w:t xml:space="preserve"> 10!</w:t>
      </w:r>
      <w:r w:rsidRPr="00D315E3">
        <w:rPr>
          <w:rFonts w:ascii="Arial" w:hAnsi="Arial"/>
          <w:sz w:val="20"/>
          <w:szCs w:val="20"/>
          <w:lang w:val="ca-ES"/>
        </w:rPr>
        <w:t xml:space="preserve">". La plata ha estat per a l'austríac Alessandro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Haemmerle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amb 3.840 punts, després de ser sisè en la prova de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Beret i Lucas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Eguibar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posseïdor del Globus de Vidre de la temporada 2014-2015, ha estat tercer amb 3.366 punts.</w:t>
      </w:r>
    </w:p>
    <w:p w14:paraId="65FEDF0F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7DC0347D" w14:textId="56E969F9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La guanyadora del Globus de Vidre en la categoria femenina ha estat la italiana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Michela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Moioli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amb un total de 5.100 punts. La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rider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que avui ha aconseguit la cinquena plaça de la prova disputada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Blanhibar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</w:t>
      </w:r>
      <w:r w:rsidR="000A159C">
        <w:rPr>
          <w:rFonts w:ascii="Arial" w:hAnsi="Arial"/>
          <w:sz w:val="20"/>
          <w:szCs w:val="20"/>
          <w:lang w:val="ca-ES"/>
        </w:rPr>
        <w:t>t, aquesta temporada ha estat 6a a</w:t>
      </w:r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Montafon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2a i 3a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Feldberg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3a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Sunny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Valley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i 5a i 1ª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Veysonnaz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.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Moioli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, que ha vestit el dorsal groc de campiona, ha declarat que "estic molt contenta, no h</w:t>
      </w:r>
      <w:r w:rsidR="000A159C">
        <w:rPr>
          <w:rFonts w:ascii="Arial" w:hAnsi="Arial"/>
          <w:sz w:val="20"/>
          <w:szCs w:val="20"/>
          <w:lang w:val="ca-ES"/>
        </w:rPr>
        <w:t xml:space="preserve">e fet una molt bona cursa però </w:t>
      </w:r>
      <w:r w:rsidRPr="00D315E3">
        <w:rPr>
          <w:rFonts w:ascii="Arial" w:hAnsi="Arial"/>
          <w:sz w:val="20"/>
          <w:szCs w:val="20"/>
          <w:lang w:val="ca-ES"/>
        </w:rPr>
        <w:t>he guanyat el circuit!</w:t>
      </w:r>
      <w:r w:rsidR="000A159C">
        <w:rPr>
          <w:rFonts w:ascii="Arial" w:hAnsi="Arial"/>
          <w:sz w:val="20"/>
          <w:szCs w:val="20"/>
          <w:lang w:val="ca-ES"/>
        </w:rPr>
        <w:t>”</w:t>
      </w:r>
      <w:r w:rsidRPr="00D315E3">
        <w:rPr>
          <w:rFonts w:ascii="Arial" w:hAnsi="Arial"/>
          <w:sz w:val="20"/>
          <w:szCs w:val="20"/>
          <w:lang w:val="ca-ES"/>
        </w:rPr>
        <w:t xml:space="preserve"> Per a la temporada que ve "treballaré més i més fort per tornar a guanyar aquest </w:t>
      </w:r>
      <w:r w:rsidR="00BA3538">
        <w:rPr>
          <w:rFonts w:ascii="Arial" w:hAnsi="Arial"/>
          <w:sz w:val="20"/>
          <w:szCs w:val="20"/>
          <w:lang w:val="ca-ES"/>
        </w:rPr>
        <w:t>títol". La plata se l'ha penjat</w:t>
      </w:r>
      <w:r w:rsidR="000A159C">
        <w:rPr>
          <w:rFonts w:ascii="Arial" w:hAnsi="Arial"/>
          <w:sz w:val="20"/>
          <w:szCs w:val="20"/>
          <w:lang w:val="ca-ES"/>
        </w:rPr>
        <w:t xml:space="preserve"> </w:t>
      </w:r>
      <w:r w:rsidRPr="00D315E3">
        <w:rPr>
          <w:rFonts w:ascii="Arial" w:hAnsi="Arial"/>
          <w:sz w:val="20"/>
          <w:szCs w:val="20"/>
          <w:lang w:val="ca-ES"/>
        </w:rPr>
        <w:t xml:space="preserve">la txeca Eva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Samkova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amb 5.060 punts i el bronze, l'australiana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Belle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Brockhoff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amb 4.460 punts.</w:t>
      </w:r>
    </w:p>
    <w:p w14:paraId="51AA8AC8" w14:textId="77777777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169AFFBD" w14:textId="77777777" w:rsidR="00592C3C" w:rsidRPr="000A159C" w:rsidRDefault="00592C3C" w:rsidP="00EF3892">
      <w:pPr>
        <w:spacing w:line="276" w:lineRule="auto"/>
        <w:ind w:left="709"/>
        <w:jc w:val="both"/>
        <w:rPr>
          <w:rFonts w:ascii="Arial" w:hAnsi="Arial"/>
          <w:b/>
          <w:sz w:val="20"/>
          <w:szCs w:val="20"/>
          <w:lang w:val="ca-ES"/>
        </w:rPr>
      </w:pPr>
      <w:r w:rsidRPr="000A159C">
        <w:rPr>
          <w:rFonts w:ascii="Arial" w:hAnsi="Arial"/>
          <w:b/>
          <w:sz w:val="20"/>
          <w:szCs w:val="20"/>
          <w:lang w:val="ca-ES"/>
        </w:rPr>
        <w:t>Un ambient d'altura</w:t>
      </w:r>
    </w:p>
    <w:p w14:paraId="5351AA69" w14:textId="77777777" w:rsidR="00592C3C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Unes 3000 persones han ovacionat als esportistes durant aquesta gran final en què un corredor de la casa s'ha proclamat un dels tres millors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riders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del moment. A la zona de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Blanhiblar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Beret han gaudit de l'espectacle amb salts en els quals arribaven a volar fins a 25 metres mentre degustaven els productes tradicionals de la Val d'Aran al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Village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, com la coneguda olla aranesa, de la qual s'han servit 350 racions . En finalitzar la prova, els participants i el públic han viscut al màxim la festa de cloenda que es al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Village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amb un DJ convidat.</w:t>
      </w:r>
    </w:p>
    <w:p w14:paraId="76CA6728" w14:textId="77777777" w:rsidR="00EF3892" w:rsidRPr="00D315E3" w:rsidRDefault="00EF3892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BF1D0F8" w14:textId="7F03532F" w:rsidR="00592C3C" w:rsidRPr="00D315E3" w:rsidRDefault="00592C3C" w:rsidP="00EF3892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En total, 72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snowboarders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s'han desplaçat 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Beret (49 homes i 23 dones) provinents de 20 països (Alemanya, Andorra, Argentina, Austràlia, Àustria, Brasil, Bulgària, Canadà, Estats Units, Espanya, Finlàndia, França, Holanda, Itàlia, Japó, Noruega, Polònia, República Txeca, Rússia i Suïssa).</w:t>
      </w:r>
    </w:p>
    <w:p w14:paraId="174B8644" w14:textId="77777777" w:rsidR="005D33DD" w:rsidRPr="00D315E3" w:rsidRDefault="005D33DD" w:rsidP="005D6799">
      <w:pPr>
        <w:spacing w:line="276" w:lineRule="auto"/>
        <w:rPr>
          <w:rFonts w:ascii="Arial" w:hAnsi="Arial"/>
          <w:b/>
          <w:sz w:val="20"/>
          <w:szCs w:val="20"/>
          <w:lang w:val="ca-ES"/>
        </w:rPr>
      </w:pPr>
    </w:p>
    <w:p w14:paraId="4AACEB62" w14:textId="428127EF" w:rsidR="007C1F42" w:rsidRPr="00D315E3" w:rsidRDefault="00EF3892" w:rsidP="00AF2A6E">
      <w:pPr>
        <w:spacing w:line="276" w:lineRule="auto"/>
        <w:ind w:firstLine="708"/>
        <w:rPr>
          <w:rFonts w:ascii="Arial" w:hAnsi="Arial"/>
          <w:b/>
          <w:sz w:val="20"/>
          <w:szCs w:val="20"/>
          <w:lang w:val="ca-ES"/>
        </w:rPr>
      </w:pPr>
      <w:r>
        <w:rPr>
          <w:rFonts w:ascii="Arial" w:hAnsi="Arial"/>
          <w:b/>
          <w:sz w:val="20"/>
          <w:szCs w:val="20"/>
          <w:lang w:val="ca-ES"/>
        </w:rPr>
        <w:t>Contacte</w:t>
      </w:r>
      <w:r w:rsidR="007C1F42" w:rsidRPr="00D315E3">
        <w:rPr>
          <w:rFonts w:ascii="Arial" w:hAnsi="Arial"/>
          <w:b/>
          <w:sz w:val="20"/>
          <w:szCs w:val="20"/>
          <w:lang w:val="ca-ES"/>
        </w:rPr>
        <w:t>s</w:t>
      </w:r>
    </w:p>
    <w:p w14:paraId="66CEE285" w14:textId="58B8EBB7" w:rsidR="007C1F42" w:rsidRPr="00D315E3" w:rsidRDefault="00EF389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lang w:val="ca-ES"/>
        </w:rPr>
        <w:t>Departament de Prem</w:t>
      </w:r>
      <w:r w:rsidR="007C1F42" w:rsidRPr="00D315E3">
        <w:rPr>
          <w:rFonts w:ascii="Arial" w:hAnsi="Arial"/>
          <w:sz w:val="20"/>
          <w:szCs w:val="20"/>
          <w:lang w:val="ca-ES"/>
        </w:rPr>
        <w:t>sa:</w:t>
      </w:r>
    </w:p>
    <w:p w14:paraId="29D4F2F1" w14:textId="7A82A1C8" w:rsidR="007C1F42" w:rsidRPr="00D315E3" w:rsidRDefault="00EF389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>
        <w:rPr>
          <w:rFonts w:ascii="Arial" w:hAnsi="Arial"/>
          <w:sz w:val="20"/>
          <w:szCs w:val="20"/>
          <w:u w:val="single"/>
          <w:lang w:val="ca-ES"/>
        </w:rPr>
        <w:t>Contingurs</w:t>
      </w:r>
      <w:proofErr w:type="spellEnd"/>
      <w:r w:rsidR="007C1F42" w:rsidRPr="00D315E3">
        <w:rPr>
          <w:rFonts w:ascii="Arial" w:hAnsi="Arial"/>
          <w:sz w:val="20"/>
          <w:szCs w:val="20"/>
          <w:lang w:val="ca-ES"/>
        </w:rPr>
        <w:t>:</w:t>
      </w:r>
    </w:p>
    <w:p w14:paraId="6978CD3B" w14:textId="343F0EFB" w:rsidR="007C1F42" w:rsidRPr="00D315E3" w:rsidRDefault="00086543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D315E3">
        <w:rPr>
          <w:rFonts w:ascii="Arial" w:hAnsi="Arial"/>
          <w:sz w:val="20"/>
          <w:szCs w:val="20"/>
          <w:lang w:val="ca-ES"/>
        </w:rPr>
        <w:t>Toti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Rosselló</w:t>
      </w:r>
      <w:r w:rsidR="00415877" w:rsidRPr="00D315E3">
        <w:rPr>
          <w:rFonts w:ascii="Arial" w:hAnsi="Arial"/>
          <w:sz w:val="20"/>
          <w:szCs w:val="20"/>
          <w:lang w:val="ca-ES"/>
        </w:rPr>
        <w:t xml:space="preserve"> / Ingrid Vilà</w:t>
      </w:r>
    </w:p>
    <w:p w14:paraId="5A664DCA" w14:textId="77777777" w:rsidR="007C1F42" w:rsidRPr="00D315E3" w:rsidRDefault="00AB41B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9" w:history="1">
        <w:r w:rsidR="007C1F42" w:rsidRPr="00D315E3">
          <w:rPr>
            <w:rStyle w:val="Hipervnculo"/>
            <w:rFonts w:ascii="Arial" w:hAnsi="Arial"/>
            <w:sz w:val="20"/>
            <w:szCs w:val="20"/>
            <w:lang w:val="ca-ES"/>
          </w:rPr>
          <w:t>media@baqueira.es</w:t>
        </w:r>
      </w:hyperlink>
    </w:p>
    <w:p w14:paraId="21C313CE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+34 670 763 555</w:t>
      </w:r>
    </w:p>
    <w:p w14:paraId="53DB7C02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26313F15" w14:textId="751CEE6F" w:rsidR="007C1F42" w:rsidRPr="00D315E3" w:rsidRDefault="00EF389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u w:val="single"/>
          <w:lang w:val="ca-ES"/>
        </w:rPr>
        <w:t>Acreditacions prem</w:t>
      </w:r>
      <w:r w:rsidR="007C1F42" w:rsidRPr="00D315E3">
        <w:rPr>
          <w:rFonts w:ascii="Arial" w:hAnsi="Arial"/>
          <w:sz w:val="20"/>
          <w:szCs w:val="20"/>
          <w:u w:val="single"/>
          <w:lang w:val="ca-ES"/>
        </w:rPr>
        <w:t>sa</w:t>
      </w:r>
      <w:r w:rsidR="007C1F42" w:rsidRPr="00D315E3">
        <w:rPr>
          <w:rFonts w:ascii="Arial" w:hAnsi="Arial"/>
          <w:sz w:val="20"/>
          <w:szCs w:val="20"/>
          <w:lang w:val="ca-ES"/>
        </w:rPr>
        <w:t>:</w:t>
      </w:r>
    </w:p>
    <w:p w14:paraId="4A4DC0C0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 xml:space="preserve">Xènia 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Fortea</w:t>
      </w:r>
      <w:proofErr w:type="spellEnd"/>
    </w:p>
    <w:p w14:paraId="23E86177" w14:textId="77777777" w:rsidR="007C1F42" w:rsidRPr="00D315E3" w:rsidRDefault="00AB41B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0" w:history="1">
        <w:r w:rsidR="007C1F42" w:rsidRPr="00D315E3">
          <w:rPr>
            <w:rStyle w:val="Hipervnculo"/>
            <w:rFonts w:ascii="Arial" w:hAnsi="Arial"/>
            <w:sz w:val="20"/>
            <w:szCs w:val="20"/>
            <w:lang w:val="ca-ES"/>
          </w:rPr>
          <w:t>xfortea@xcommunication.es</w:t>
        </w:r>
      </w:hyperlink>
    </w:p>
    <w:p w14:paraId="24EFD24C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+34 607 754 170</w:t>
      </w:r>
    </w:p>
    <w:p w14:paraId="1F636CB4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444DE69E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u w:val="single"/>
          <w:lang w:val="ca-ES"/>
        </w:rPr>
        <w:t xml:space="preserve">General </w:t>
      </w:r>
      <w:proofErr w:type="spellStart"/>
      <w:r w:rsidRPr="00D315E3">
        <w:rPr>
          <w:rFonts w:ascii="Arial" w:hAnsi="Arial"/>
          <w:sz w:val="20"/>
          <w:szCs w:val="20"/>
          <w:u w:val="single"/>
          <w:lang w:val="ca-ES"/>
        </w:rPr>
        <w:t>Baqueira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>:</w:t>
      </w:r>
    </w:p>
    <w:p w14:paraId="7B952232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proofErr w:type="spellStart"/>
      <w:r w:rsidRPr="00D315E3">
        <w:rPr>
          <w:rFonts w:ascii="Arial" w:hAnsi="Arial"/>
          <w:sz w:val="20"/>
          <w:szCs w:val="20"/>
          <w:lang w:val="ca-ES"/>
        </w:rPr>
        <w:t>Josi</w:t>
      </w:r>
      <w:proofErr w:type="spellEnd"/>
      <w:r w:rsidRPr="00D315E3">
        <w:rPr>
          <w:rFonts w:ascii="Arial" w:hAnsi="Arial"/>
          <w:sz w:val="20"/>
          <w:szCs w:val="20"/>
          <w:lang w:val="ca-ES"/>
        </w:rPr>
        <w:t xml:space="preserve"> Martínez</w:t>
      </w:r>
    </w:p>
    <w:p w14:paraId="234DE076" w14:textId="77777777" w:rsidR="007C1F42" w:rsidRPr="00D315E3" w:rsidRDefault="00AB41B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1" w:history="1">
        <w:r w:rsidR="007C1F42" w:rsidRPr="00D315E3">
          <w:rPr>
            <w:rStyle w:val="Hipervnculo"/>
            <w:rFonts w:ascii="Arial" w:hAnsi="Arial"/>
            <w:sz w:val="20"/>
            <w:szCs w:val="20"/>
            <w:lang w:val="ca-ES"/>
          </w:rPr>
          <w:t>prensa@baqueira.es</w:t>
        </w:r>
      </w:hyperlink>
    </w:p>
    <w:p w14:paraId="7DA8D1ED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+34 973 639 044 /+34 932 049 557</w:t>
      </w:r>
    </w:p>
    <w:p w14:paraId="508A60BD" w14:textId="77777777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</w:p>
    <w:p w14:paraId="67AE2560" w14:textId="7694B554" w:rsidR="007C1F42" w:rsidRPr="00D315E3" w:rsidRDefault="00EF389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>
        <w:rPr>
          <w:rFonts w:ascii="Arial" w:hAnsi="Arial"/>
          <w:sz w:val="20"/>
          <w:szCs w:val="20"/>
          <w:lang w:val="ca-ES"/>
        </w:rPr>
        <w:t>Mé</w:t>
      </w:r>
      <w:r w:rsidR="007C1F42" w:rsidRPr="00D315E3">
        <w:rPr>
          <w:rFonts w:ascii="Arial" w:hAnsi="Arial"/>
          <w:sz w:val="20"/>
          <w:szCs w:val="20"/>
          <w:lang w:val="ca-ES"/>
        </w:rPr>
        <w:t xml:space="preserve">s </w:t>
      </w:r>
      <w:proofErr w:type="spellStart"/>
      <w:r w:rsidR="007C1F42" w:rsidRPr="00D315E3">
        <w:rPr>
          <w:rFonts w:ascii="Arial" w:hAnsi="Arial"/>
          <w:sz w:val="20"/>
          <w:szCs w:val="20"/>
          <w:lang w:val="ca-ES"/>
        </w:rPr>
        <w:t>info</w:t>
      </w:r>
      <w:proofErr w:type="spellEnd"/>
      <w:r w:rsidR="007C1F42" w:rsidRPr="00D315E3">
        <w:rPr>
          <w:rFonts w:ascii="Arial" w:hAnsi="Arial"/>
          <w:sz w:val="20"/>
          <w:szCs w:val="20"/>
          <w:lang w:val="ca-ES"/>
        </w:rPr>
        <w:t>:</w:t>
      </w:r>
    </w:p>
    <w:p w14:paraId="1EDCB13D" w14:textId="77777777" w:rsidR="007C1F42" w:rsidRPr="00D315E3" w:rsidRDefault="00AB41B9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hyperlink r:id="rId12" w:history="1">
        <w:r w:rsidR="007C1F42" w:rsidRPr="00D315E3">
          <w:rPr>
            <w:rStyle w:val="Hipervnculo"/>
            <w:rFonts w:ascii="Arial" w:hAnsi="Arial"/>
            <w:sz w:val="20"/>
            <w:szCs w:val="20"/>
            <w:lang w:val="ca-ES"/>
          </w:rPr>
          <w:t>www.baqueira.es</w:t>
        </w:r>
      </w:hyperlink>
    </w:p>
    <w:p w14:paraId="31DC8696" w14:textId="31987DDB" w:rsidR="007C1F42" w:rsidRPr="00D315E3" w:rsidRDefault="007C1F42" w:rsidP="009138AA">
      <w:pPr>
        <w:spacing w:line="276" w:lineRule="auto"/>
        <w:ind w:left="709"/>
        <w:jc w:val="both"/>
        <w:rPr>
          <w:rFonts w:ascii="Arial" w:hAnsi="Arial"/>
          <w:sz w:val="20"/>
          <w:szCs w:val="20"/>
          <w:lang w:val="ca-ES"/>
        </w:rPr>
      </w:pPr>
      <w:r w:rsidRPr="00D315E3">
        <w:rPr>
          <w:rFonts w:ascii="Arial" w:hAnsi="Arial"/>
          <w:sz w:val="20"/>
          <w:szCs w:val="20"/>
          <w:lang w:val="ca-ES"/>
        </w:rPr>
        <w:t>#</w:t>
      </w:r>
      <w:proofErr w:type="spellStart"/>
      <w:r w:rsidRPr="00D315E3">
        <w:rPr>
          <w:rFonts w:ascii="Arial" w:hAnsi="Arial"/>
          <w:sz w:val="20"/>
          <w:szCs w:val="20"/>
          <w:lang w:val="ca-ES"/>
        </w:rPr>
        <w:t>baqueirasbx</w:t>
      </w:r>
      <w:proofErr w:type="spellEnd"/>
    </w:p>
    <w:p w14:paraId="74240075" w14:textId="77777777" w:rsidR="007C1F42" w:rsidRPr="00D315E3" w:rsidRDefault="007C1F42" w:rsidP="009138AA">
      <w:pPr>
        <w:spacing w:line="276" w:lineRule="auto"/>
        <w:ind w:left="709"/>
        <w:rPr>
          <w:rFonts w:ascii="Arial" w:hAnsi="Arial"/>
          <w:b/>
          <w:sz w:val="20"/>
          <w:szCs w:val="20"/>
          <w:lang w:val="ca-ES"/>
        </w:rPr>
      </w:pPr>
    </w:p>
    <w:sectPr w:rsidR="007C1F42" w:rsidRPr="00D315E3" w:rsidSect="00804000">
      <w:headerReference w:type="even" r:id="rId13"/>
      <w:headerReference w:type="default" r:id="rId14"/>
      <w:footerReference w:type="default" r:id="rId15"/>
      <w:pgSz w:w="11900" w:h="16840"/>
      <w:pgMar w:top="2977" w:right="851" w:bottom="2836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A22F7" w14:textId="77777777" w:rsidR="00F86DF9" w:rsidRDefault="00F86DF9" w:rsidP="00BA3142">
      <w:r>
        <w:separator/>
      </w:r>
    </w:p>
  </w:endnote>
  <w:endnote w:type="continuationSeparator" w:id="0">
    <w:p w14:paraId="1ABC738D" w14:textId="77777777" w:rsidR="00F86DF9" w:rsidRDefault="00F86DF9" w:rsidP="00B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5E08A" w14:textId="77777777" w:rsidR="00F86DF9" w:rsidRDefault="00F86DF9">
    <w:pPr>
      <w:pStyle w:val="Piedepgina"/>
    </w:pPr>
    <w:r>
      <w:rPr>
        <w:noProof/>
        <w:lang w:val="es-ES"/>
      </w:rPr>
      <w:drawing>
        <wp:inline distT="0" distB="0" distL="0" distR="0" wp14:anchorId="19E57B55" wp14:editId="3EDC0E79">
          <wp:extent cx="6471920" cy="1137920"/>
          <wp:effectExtent l="0" t="0" r="5080" b="5080"/>
          <wp:docPr id="4" name="Imagen 4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 r:link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BCAC3" w14:textId="77777777" w:rsidR="00F86DF9" w:rsidRDefault="00F86DF9" w:rsidP="00BA3142">
      <w:r>
        <w:separator/>
      </w:r>
    </w:p>
  </w:footnote>
  <w:footnote w:type="continuationSeparator" w:id="0">
    <w:p w14:paraId="38FF660E" w14:textId="77777777" w:rsidR="00F86DF9" w:rsidRDefault="00F86DF9" w:rsidP="00BA3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133F5" w14:textId="77777777" w:rsidR="00F86DF9" w:rsidRDefault="00F86DF9" w:rsidP="00BA3142">
    <w:pPr>
      <w:pStyle w:val="Encabezado"/>
      <w:tabs>
        <w:tab w:val="clear" w:pos="4252"/>
        <w:tab w:val="clear" w:pos="8504"/>
        <w:tab w:val="center" w:pos="5099"/>
        <w:tab w:val="right" w:pos="10198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79F31FA2" w14:textId="77777777" w:rsidR="00F86DF9" w:rsidRDefault="00F86DF9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C23F" w14:textId="77777777" w:rsidR="00F86DF9" w:rsidRDefault="00F86DF9" w:rsidP="00B429B3">
    <w:pPr>
      <w:pStyle w:val="Encabezado"/>
      <w:ind w:left="426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52702175" wp14:editId="78D9A525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12700" b="0"/>
          <wp:wrapNone/>
          <wp:docPr id="3" name="Imagen 3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 r:link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9BC7B9" w14:textId="77777777" w:rsidR="00F86DF9" w:rsidRDefault="00F86DF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89B"/>
    <w:multiLevelType w:val="multilevel"/>
    <w:tmpl w:val="FFEEF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7276"/>
    <w:multiLevelType w:val="hybridMultilevel"/>
    <w:tmpl w:val="EF8429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4ED"/>
    <w:multiLevelType w:val="multilevel"/>
    <w:tmpl w:val="82DCA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DA21ED"/>
    <w:multiLevelType w:val="hybridMultilevel"/>
    <w:tmpl w:val="68E82234"/>
    <w:lvl w:ilvl="0" w:tplc="FFFFFFFF">
      <w:start w:val="1"/>
      <w:numFmt w:val="bullet"/>
      <w:lvlText w:val="•"/>
      <w:lvlJc w:val="left"/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44066"/>
    <w:multiLevelType w:val="hybridMultilevel"/>
    <w:tmpl w:val="74D8001C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9A0B87"/>
    <w:multiLevelType w:val="multilevel"/>
    <w:tmpl w:val="03CAB8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D6139C6"/>
    <w:multiLevelType w:val="hybridMultilevel"/>
    <w:tmpl w:val="514405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21B96"/>
    <w:multiLevelType w:val="multilevel"/>
    <w:tmpl w:val="F53A3A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658A1EB7"/>
    <w:multiLevelType w:val="hybridMultilevel"/>
    <w:tmpl w:val="29645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3E0B"/>
    <w:multiLevelType w:val="hybridMultilevel"/>
    <w:tmpl w:val="04187A6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517E3"/>
    <w:multiLevelType w:val="hybridMultilevel"/>
    <w:tmpl w:val="160E9DE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74FA6"/>
    <w:multiLevelType w:val="hybridMultilevel"/>
    <w:tmpl w:val="95705B5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0"/>
    <w:rsid w:val="0000093C"/>
    <w:rsid w:val="0000383C"/>
    <w:rsid w:val="000051CD"/>
    <w:rsid w:val="00005890"/>
    <w:rsid w:val="00005CD6"/>
    <w:rsid w:val="00007C84"/>
    <w:rsid w:val="00010CEE"/>
    <w:rsid w:val="0001124D"/>
    <w:rsid w:val="00013E6D"/>
    <w:rsid w:val="00016BDC"/>
    <w:rsid w:val="000325BE"/>
    <w:rsid w:val="000354D0"/>
    <w:rsid w:val="000477D7"/>
    <w:rsid w:val="00050E0C"/>
    <w:rsid w:val="00053913"/>
    <w:rsid w:val="00053BF7"/>
    <w:rsid w:val="00055CDF"/>
    <w:rsid w:val="00057A14"/>
    <w:rsid w:val="00065F76"/>
    <w:rsid w:val="0007053E"/>
    <w:rsid w:val="00070E86"/>
    <w:rsid w:val="000734C5"/>
    <w:rsid w:val="00073A33"/>
    <w:rsid w:val="00077C62"/>
    <w:rsid w:val="000833DB"/>
    <w:rsid w:val="00086543"/>
    <w:rsid w:val="000A1538"/>
    <w:rsid w:val="000A159C"/>
    <w:rsid w:val="000A1CB9"/>
    <w:rsid w:val="000A26E1"/>
    <w:rsid w:val="000A7025"/>
    <w:rsid w:val="000B239A"/>
    <w:rsid w:val="000B2521"/>
    <w:rsid w:val="000B5079"/>
    <w:rsid w:val="000B7EA0"/>
    <w:rsid w:val="000C0046"/>
    <w:rsid w:val="000C30A4"/>
    <w:rsid w:val="000C70CC"/>
    <w:rsid w:val="000D0A63"/>
    <w:rsid w:val="000D13CD"/>
    <w:rsid w:val="000D3DF0"/>
    <w:rsid w:val="000E3410"/>
    <w:rsid w:val="000E6758"/>
    <w:rsid w:val="000F3D0D"/>
    <w:rsid w:val="000F4496"/>
    <w:rsid w:val="000F687B"/>
    <w:rsid w:val="000F6932"/>
    <w:rsid w:val="00104D81"/>
    <w:rsid w:val="00116791"/>
    <w:rsid w:val="001331FB"/>
    <w:rsid w:val="001452FF"/>
    <w:rsid w:val="00146202"/>
    <w:rsid w:val="00146DFD"/>
    <w:rsid w:val="00147D04"/>
    <w:rsid w:val="00150229"/>
    <w:rsid w:val="00164A8F"/>
    <w:rsid w:val="001736D8"/>
    <w:rsid w:val="00176684"/>
    <w:rsid w:val="0019380A"/>
    <w:rsid w:val="0019456A"/>
    <w:rsid w:val="001A014D"/>
    <w:rsid w:val="001B45EA"/>
    <w:rsid w:val="001C5880"/>
    <w:rsid w:val="001D004B"/>
    <w:rsid w:val="001D35D6"/>
    <w:rsid w:val="001D61DD"/>
    <w:rsid w:val="001D7E68"/>
    <w:rsid w:val="001E00F1"/>
    <w:rsid w:val="001E0651"/>
    <w:rsid w:val="001E4257"/>
    <w:rsid w:val="001E4E7D"/>
    <w:rsid w:val="001E5AFF"/>
    <w:rsid w:val="001F24EB"/>
    <w:rsid w:val="001F2FDE"/>
    <w:rsid w:val="001F367B"/>
    <w:rsid w:val="002005CD"/>
    <w:rsid w:val="00200727"/>
    <w:rsid w:val="00200924"/>
    <w:rsid w:val="00205C9D"/>
    <w:rsid w:val="00210018"/>
    <w:rsid w:val="0021159D"/>
    <w:rsid w:val="002128C4"/>
    <w:rsid w:val="00215852"/>
    <w:rsid w:val="00222F0E"/>
    <w:rsid w:val="00224A1D"/>
    <w:rsid w:val="00227D6E"/>
    <w:rsid w:val="00234942"/>
    <w:rsid w:val="002364AE"/>
    <w:rsid w:val="00237EBC"/>
    <w:rsid w:val="0024286E"/>
    <w:rsid w:val="00244AEF"/>
    <w:rsid w:val="0025090E"/>
    <w:rsid w:val="00252153"/>
    <w:rsid w:val="002765A8"/>
    <w:rsid w:val="002808A7"/>
    <w:rsid w:val="00280F7D"/>
    <w:rsid w:val="00281079"/>
    <w:rsid w:val="00281A3C"/>
    <w:rsid w:val="00290ADB"/>
    <w:rsid w:val="00292600"/>
    <w:rsid w:val="00294299"/>
    <w:rsid w:val="002A05C4"/>
    <w:rsid w:val="002A348E"/>
    <w:rsid w:val="002A59CD"/>
    <w:rsid w:val="002A7298"/>
    <w:rsid w:val="002A7566"/>
    <w:rsid w:val="002B3611"/>
    <w:rsid w:val="002B605C"/>
    <w:rsid w:val="002C22C2"/>
    <w:rsid w:val="002C2EA4"/>
    <w:rsid w:val="002C38D3"/>
    <w:rsid w:val="002C532B"/>
    <w:rsid w:val="002D04F3"/>
    <w:rsid w:val="002D0C0B"/>
    <w:rsid w:val="002D407C"/>
    <w:rsid w:val="002E0FA2"/>
    <w:rsid w:val="002E19BD"/>
    <w:rsid w:val="002E2670"/>
    <w:rsid w:val="002E33C8"/>
    <w:rsid w:val="002E37E6"/>
    <w:rsid w:val="002E5B9D"/>
    <w:rsid w:val="002E7A40"/>
    <w:rsid w:val="002F5EF6"/>
    <w:rsid w:val="002F78CA"/>
    <w:rsid w:val="00301510"/>
    <w:rsid w:val="00302151"/>
    <w:rsid w:val="0030435C"/>
    <w:rsid w:val="00307102"/>
    <w:rsid w:val="00315C35"/>
    <w:rsid w:val="00320338"/>
    <w:rsid w:val="003236D3"/>
    <w:rsid w:val="00330229"/>
    <w:rsid w:val="003401E1"/>
    <w:rsid w:val="00340D1C"/>
    <w:rsid w:val="00343DF5"/>
    <w:rsid w:val="00347C0D"/>
    <w:rsid w:val="003545E8"/>
    <w:rsid w:val="003613AD"/>
    <w:rsid w:val="0036421C"/>
    <w:rsid w:val="003658B4"/>
    <w:rsid w:val="00367E28"/>
    <w:rsid w:val="00367EC9"/>
    <w:rsid w:val="00374866"/>
    <w:rsid w:val="00374FE9"/>
    <w:rsid w:val="003755D4"/>
    <w:rsid w:val="003758E9"/>
    <w:rsid w:val="00377691"/>
    <w:rsid w:val="003847EC"/>
    <w:rsid w:val="00394684"/>
    <w:rsid w:val="00394848"/>
    <w:rsid w:val="00395A08"/>
    <w:rsid w:val="003A1AF8"/>
    <w:rsid w:val="003A3882"/>
    <w:rsid w:val="003A3D67"/>
    <w:rsid w:val="003A4492"/>
    <w:rsid w:val="003A4E3D"/>
    <w:rsid w:val="003B1141"/>
    <w:rsid w:val="003B7B6B"/>
    <w:rsid w:val="003C0B06"/>
    <w:rsid w:val="003C5552"/>
    <w:rsid w:val="003C5E36"/>
    <w:rsid w:val="003E0AA1"/>
    <w:rsid w:val="003E1695"/>
    <w:rsid w:val="003E1A15"/>
    <w:rsid w:val="003E63C0"/>
    <w:rsid w:val="003E693A"/>
    <w:rsid w:val="003E6BE0"/>
    <w:rsid w:val="003F123F"/>
    <w:rsid w:val="003F405E"/>
    <w:rsid w:val="003F5BD4"/>
    <w:rsid w:val="003F5C29"/>
    <w:rsid w:val="004035B4"/>
    <w:rsid w:val="00404DB8"/>
    <w:rsid w:val="00410431"/>
    <w:rsid w:val="00413C7C"/>
    <w:rsid w:val="00415877"/>
    <w:rsid w:val="004219F7"/>
    <w:rsid w:val="00423F96"/>
    <w:rsid w:val="00425389"/>
    <w:rsid w:val="0042586D"/>
    <w:rsid w:val="004354ED"/>
    <w:rsid w:val="00441DEB"/>
    <w:rsid w:val="0045279E"/>
    <w:rsid w:val="0045674C"/>
    <w:rsid w:val="00456E7F"/>
    <w:rsid w:val="00467999"/>
    <w:rsid w:val="0047431E"/>
    <w:rsid w:val="0048080A"/>
    <w:rsid w:val="00480815"/>
    <w:rsid w:val="00483D92"/>
    <w:rsid w:val="0048541E"/>
    <w:rsid w:val="00487282"/>
    <w:rsid w:val="004878A6"/>
    <w:rsid w:val="00491319"/>
    <w:rsid w:val="00493DF3"/>
    <w:rsid w:val="004A11E5"/>
    <w:rsid w:val="004A4940"/>
    <w:rsid w:val="004B0296"/>
    <w:rsid w:val="004B2F59"/>
    <w:rsid w:val="004B7582"/>
    <w:rsid w:val="004C1622"/>
    <w:rsid w:val="004C2A65"/>
    <w:rsid w:val="004C3348"/>
    <w:rsid w:val="004C7E6F"/>
    <w:rsid w:val="004D57DC"/>
    <w:rsid w:val="004E06A8"/>
    <w:rsid w:val="004E3F68"/>
    <w:rsid w:val="004E42BE"/>
    <w:rsid w:val="004E7EB4"/>
    <w:rsid w:val="004F58D9"/>
    <w:rsid w:val="004F5922"/>
    <w:rsid w:val="004F6AC8"/>
    <w:rsid w:val="005001C8"/>
    <w:rsid w:val="00503AA6"/>
    <w:rsid w:val="00510026"/>
    <w:rsid w:val="005102D2"/>
    <w:rsid w:val="00513366"/>
    <w:rsid w:val="00520132"/>
    <w:rsid w:val="00523F83"/>
    <w:rsid w:val="005271AC"/>
    <w:rsid w:val="00532857"/>
    <w:rsid w:val="005412D1"/>
    <w:rsid w:val="00541416"/>
    <w:rsid w:val="00542EC9"/>
    <w:rsid w:val="00550B28"/>
    <w:rsid w:val="00561BE8"/>
    <w:rsid w:val="005620A4"/>
    <w:rsid w:val="00564D8D"/>
    <w:rsid w:val="00565C91"/>
    <w:rsid w:val="00567E44"/>
    <w:rsid w:val="005701F2"/>
    <w:rsid w:val="00581123"/>
    <w:rsid w:val="005836DC"/>
    <w:rsid w:val="00587EC9"/>
    <w:rsid w:val="005909E3"/>
    <w:rsid w:val="00592C3C"/>
    <w:rsid w:val="005975AF"/>
    <w:rsid w:val="005A1372"/>
    <w:rsid w:val="005A164E"/>
    <w:rsid w:val="005A2586"/>
    <w:rsid w:val="005A4DF0"/>
    <w:rsid w:val="005A59E0"/>
    <w:rsid w:val="005B00FD"/>
    <w:rsid w:val="005B23B5"/>
    <w:rsid w:val="005B40EF"/>
    <w:rsid w:val="005B4948"/>
    <w:rsid w:val="005B5FC1"/>
    <w:rsid w:val="005B624B"/>
    <w:rsid w:val="005C2E00"/>
    <w:rsid w:val="005C6C6D"/>
    <w:rsid w:val="005D33DD"/>
    <w:rsid w:val="005D56F2"/>
    <w:rsid w:val="005D6799"/>
    <w:rsid w:val="005E2BD6"/>
    <w:rsid w:val="005F4703"/>
    <w:rsid w:val="005F4CA8"/>
    <w:rsid w:val="005F69DC"/>
    <w:rsid w:val="005F7BB5"/>
    <w:rsid w:val="00600E14"/>
    <w:rsid w:val="00602B51"/>
    <w:rsid w:val="00603FC8"/>
    <w:rsid w:val="00605589"/>
    <w:rsid w:val="0061006B"/>
    <w:rsid w:val="00610D2D"/>
    <w:rsid w:val="00611BED"/>
    <w:rsid w:val="006123F7"/>
    <w:rsid w:val="006173D6"/>
    <w:rsid w:val="00621FC1"/>
    <w:rsid w:val="00627289"/>
    <w:rsid w:val="00641609"/>
    <w:rsid w:val="00641B63"/>
    <w:rsid w:val="0064289C"/>
    <w:rsid w:val="00660E73"/>
    <w:rsid w:val="00661F8C"/>
    <w:rsid w:val="00664CAE"/>
    <w:rsid w:val="00665308"/>
    <w:rsid w:val="00666BD5"/>
    <w:rsid w:val="006678D9"/>
    <w:rsid w:val="006743D1"/>
    <w:rsid w:val="006774F4"/>
    <w:rsid w:val="0067796A"/>
    <w:rsid w:val="00685912"/>
    <w:rsid w:val="00685B9E"/>
    <w:rsid w:val="00685BEA"/>
    <w:rsid w:val="006900CB"/>
    <w:rsid w:val="00694770"/>
    <w:rsid w:val="006A1704"/>
    <w:rsid w:val="006A4FD0"/>
    <w:rsid w:val="006A6B5F"/>
    <w:rsid w:val="006A7A91"/>
    <w:rsid w:val="006B0A86"/>
    <w:rsid w:val="006B1024"/>
    <w:rsid w:val="006B1ECB"/>
    <w:rsid w:val="006B1F22"/>
    <w:rsid w:val="006B214D"/>
    <w:rsid w:val="006B2552"/>
    <w:rsid w:val="006B4DB0"/>
    <w:rsid w:val="006D5E7D"/>
    <w:rsid w:val="006E2FF8"/>
    <w:rsid w:val="006E574C"/>
    <w:rsid w:val="006E72D2"/>
    <w:rsid w:val="006E7613"/>
    <w:rsid w:val="006F126A"/>
    <w:rsid w:val="006F4CD2"/>
    <w:rsid w:val="006F57F8"/>
    <w:rsid w:val="00706C34"/>
    <w:rsid w:val="0070772B"/>
    <w:rsid w:val="00720DDD"/>
    <w:rsid w:val="00727041"/>
    <w:rsid w:val="007270B1"/>
    <w:rsid w:val="00731321"/>
    <w:rsid w:val="00733B45"/>
    <w:rsid w:val="00735E28"/>
    <w:rsid w:val="00736BE7"/>
    <w:rsid w:val="0074282B"/>
    <w:rsid w:val="007459BF"/>
    <w:rsid w:val="007527D5"/>
    <w:rsid w:val="0075335C"/>
    <w:rsid w:val="00753A6F"/>
    <w:rsid w:val="0075447B"/>
    <w:rsid w:val="00764CF7"/>
    <w:rsid w:val="00764F6C"/>
    <w:rsid w:val="00767879"/>
    <w:rsid w:val="00777C64"/>
    <w:rsid w:val="00791F79"/>
    <w:rsid w:val="00791FE1"/>
    <w:rsid w:val="007960C4"/>
    <w:rsid w:val="007A1997"/>
    <w:rsid w:val="007A3BD6"/>
    <w:rsid w:val="007A718E"/>
    <w:rsid w:val="007A74A0"/>
    <w:rsid w:val="007A7999"/>
    <w:rsid w:val="007B3903"/>
    <w:rsid w:val="007B6EE2"/>
    <w:rsid w:val="007B773E"/>
    <w:rsid w:val="007C0A21"/>
    <w:rsid w:val="007C1F42"/>
    <w:rsid w:val="007C396D"/>
    <w:rsid w:val="007C5B07"/>
    <w:rsid w:val="007D33F9"/>
    <w:rsid w:val="007D6FAA"/>
    <w:rsid w:val="007E3546"/>
    <w:rsid w:val="007E691B"/>
    <w:rsid w:val="007F5ADE"/>
    <w:rsid w:val="00801578"/>
    <w:rsid w:val="008017BC"/>
    <w:rsid w:val="00804000"/>
    <w:rsid w:val="0080620C"/>
    <w:rsid w:val="00811CCF"/>
    <w:rsid w:val="0081448E"/>
    <w:rsid w:val="00815783"/>
    <w:rsid w:val="00815B2B"/>
    <w:rsid w:val="00820C4C"/>
    <w:rsid w:val="00821303"/>
    <w:rsid w:val="008231E0"/>
    <w:rsid w:val="00831001"/>
    <w:rsid w:val="00832982"/>
    <w:rsid w:val="0084000D"/>
    <w:rsid w:val="008406CB"/>
    <w:rsid w:val="00840AE8"/>
    <w:rsid w:val="008423B6"/>
    <w:rsid w:val="00842C94"/>
    <w:rsid w:val="008437FA"/>
    <w:rsid w:val="0085192B"/>
    <w:rsid w:val="008552AF"/>
    <w:rsid w:val="00864F38"/>
    <w:rsid w:val="008665C7"/>
    <w:rsid w:val="008724C3"/>
    <w:rsid w:val="00872C60"/>
    <w:rsid w:val="00874A4C"/>
    <w:rsid w:val="008827F9"/>
    <w:rsid w:val="008879B9"/>
    <w:rsid w:val="00890BFD"/>
    <w:rsid w:val="00892CCC"/>
    <w:rsid w:val="008937F7"/>
    <w:rsid w:val="00893CA8"/>
    <w:rsid w:val="008A1621"/>
    <w:rsid w:val="008A2FA8"/>
    <w:rsid w:val="008A4A80"/>
    <w:rsid w:val="008A622F"/>
    <w:rsid w:val="008A62EB"/>
    <w:rsid w:val="008B0EE9"/>
    <w:rsid w:val="008B2655"/>
    <w:rsid w:val="008B5B4C"/>
    <w:rsid w:val="008C2443"/>
    <w:rsid w:val="008C5130"/>
    <w:rsid w:val="008C6E12"/>
    <w:rsid w:val="008D1AAB"/>
    <w:rsid w:val="008D3081"/>
    <w:rsid w:val="008E0D2F"/>
    <w:rsid w:val="008E1605"/>
    <w:rsid w:val="008E42A0"/>
    <w:rsid w:val="008E4B85"/>
    <w:rsid w:val="008E5794"/>
    <w:rsid w:val="008E6520"/>
    <w:rsid w:val="008E76C5"/>
    <w:rsid w:val="008F0255"/>
    <w:rsid w:val="008F0442"/>
    <w:rsid w:val="008F387F"/>
    <w:rsid w:val="008F4AE4"/>
    <w:rsid w:val="00901267"/>
    <w:rsid w:val="0090492D"/>
    <w:rsid w:val="009129A2"/>
    <w:rsid w:val="009138AA"/>
    <w:rsid w:val="00925E0B"/>
    <w:rsid w:val="00927FDF"/>
    <w:rsid w:val="00932F8F"/>
    <w:rsid w:val="00935736"/>
    <w:rsid w:val="00937DDB"/>
    <w:rsid w:val="00940401"/>
    <w:rsid w:val="009510D0"/>
    <w:rsid w:val="0095279A"/>
    <w:rsid w:val="00956066"/>
    <w:rsid w:val="0096047B"/>
    <w:rsid w:val="00964613"/>
    <w:rsid w:val="00966AA5"/>
    <w:rsid w:val="00977A32"/>
    <w:rsid w:val="0098668F"/>
    <w:rsid w:val="009869F2"/>
    <w:rsid w:val="00990BF2"/>
    <w:rsid w:val="00991D22"/>
    <w:rsid w:val="0099595C"/>
    <w:rsid w:val="009A099E"/>
    <w:rsid w:val="009B41A0"/>
    <w:rsid w:val="009B4315"/>
    <w:rsid w:val="009C1078"/>
    <w:rsid w:val="009C5AA5"/>
    <w:rsid w:val="009C7515"/>
    <w:rsid w:val="009C7A69"/>
    <w:rsid w:val="009D33DF"/>
    <w:rsid w:val="009D5287"/>
    <w:rsid w:val="009F1062"/>
    <w:rsid w:val="009F59DA"/>
    <w:rsid w:val="00A0419B"/>
    <w:rsid w:val="00A07AFD"/>
    <w:rsid w:val="00A11E53"/>
    <w:rsid w:val="00A125FE"/>
    <w:rsid w:val="00A13B56"/>
    <w:rsid w:val="00A17041"/>
    <w:rsid w:val="00A21544"/>
    <w:rsid w:val="00A21F43"/>
    <w:rsid w:val="00A23C97"/>
    <w:rsid w:val="00A24BE9"/>
    <w:rsid w:val="00A30861"/>
    <w:rsid w:val="00A31928"/>
    <w:rsid w:val="00A36177"/>
    <w:rsid w:val="00A41C61"/>
    <w:rsid w:val="00A42E89"/>
    <w:rsid w:val="00A4370C"/>
    <w:rsid w:val="00A61A61"/>
    <w:rsid w:val="00A6509A"/>
    <w:rsid w:val="00A656A5"/>
    <w:rsid w:val="00A807BC"/>
    <w:rsid w:val="00A808E6"/>
    <w:rsid w:val="00A84171"/>
    <w:rsid w:val="00A85131"/>
    <w:rsid w:val="00A8791E"/>
    <w:rsid w:val="00A87E9F"/>
    <w:rsid w:val="00A9081F"/>
    <w:rsid w:val="00A91535"/>
    <w:rsid w:val="00A927D5"/>
    <w:rsid w:val="00A92EB2"/>
    <w:rsid w:val="00AA1E69"/>
    <w:rsid w:val="00AA5D89"/>
    <w:rsid w:val="00AB41B9"/>
    <w:rsid w:val="00AB64CB"/>
    <w:rsid w:val="00AC02B4"/>
    <w:rsid w:val="00AC1451"/>
    <w:rsid w:val="00AC20EA"/>
    <w:rsid w:val="00AC40E4"/>
    <w:rsid w:val="00AC429F"/>
    <w:rsid w:val="00AC6E20"/>
    <w:rsid w:val="00AC7CBC"/>
    <w:rsid w:val="00AD1BEC"/>
    <w:rsid w:val="00AD2C21"/>
    <w:rsid w:val="00AD3BC2"/>
    <w:rsid w:val="00AD3FE3"/>
    <w:rsid w:val="00AD52A2"/>
    <w:rsid w:val="00AD5417"/>
    <w:rsid w:val="00AD6980"/>
    <w:rsid w:val="00AE16E0"/>
    <w:rsid w:val="00AE5A7B"/>
    <w:rsid w:val="00AF2A6E"/>
    <w:rsid w:val="00AF3379"/>
    <w:rsid w:val="00AF6CD0"/>
    <w:rsid w:val="00B0390B"/>
    <w:rsid w:val="00B10169"/>
    <w:rsid w:val="00B103E6"/>
    <w:rsid w:val="00B13D69"/>
    <w:rsid w:val="00B157BE"/>
    <w:rsid w:val="00B207D9"/>
    <w:rsid w:val="00B21A88"/>
    <w:rsid w:val="00B21C5C"/>
    <w:rsid w:val="00B23BBD"/>
    <w:rsid w:val="00B24BFC"/>
    <w:rsid w:val="00B257A0"/>
    <w:rsid w:val="00B25EB1"/>
    <w:rsid w:val="00B3144E"/>
    <w:rsid w:val="00B32859"/>
    <w:rsid w:val="00B35947"/>
    <w:rsid w:val="00B3758C"/>
    <w:rsid w:val="00B375E5"/>
    <w:rsid w:val="00B429B3"/>
    <w:rsid w:val="00B435E6"/>
    <w:rsid w:val="00B50775"/>
    <w:rsid w:val="00B51A4A"/>
    <w:rsid w:val="00B5212F"/>
    <w:rsid w:val="00B53923"/>
    <w:rsid w:val="00B53FE8"/>
    <w:rsid w:val="00B54734"/>
    <w:rsid w:val="00B55834"/>
    <w:rsid w:val="00B57612"/>
    <w:rsid w:val="00B57B25"/>
    <w:rsid w:val="00B63359"/>
    <w:rsid w:val="00B63CB7"/>
    <w:rsid w:val="00B64927"/>
    <w:rsid w:val="00B65CDF"/>
    <w:rsid w:val="00B71206"/>
    <w:rsid w:val="00B733AE"/>
    <w:rsid w:val="00B7560F"/>
    <w:rsid w:val="00B802AF"/>
    <w:rsid w:val="00B805E2"/>
    <w:rsid w:val="00B81C5E"/>
    <w:rsid w:val="00B935FA"/>
    <w:rsid w:val="00B95A86"/>
    <w:rsid w:val="00B95D5B"/>
    <w:rsid w:val="00B962A1"/>
    <w:rsid w:val="00B97E1D"/>
    <w:rsid w:val="00BA013E"/>
    <w:rsid w:val="00BA3142"/>
    <w:rsid w:val="00BA3538"/>
    <w:rsid w:val="00BA6543"/>
    <w:rsid w:val="00BC2BDC"/>
    <w:rsid w:val="00BC64DE"/>
    <w:rsid w:val="00BC67C6"/>
    <w:rsid w:val="00BD2B22"/>
    <w:rsid w:val="00BD6E6D"/>
    <w:rsid w:val="00BE243C"/>
    <w:rsid w:val="00BE62F7"/>
    <w:rsid w:val="00BF3A54"/>
    <w:rsid w:val="00BF5C74"/>
    <w:rsid w:val="00C003A6"/>
    <w:rsid w:val="00C007A8"/>
    <w:rsid w:val="00C02AFB"/>
    <w:rsid w:val="00C03761"/>
    <w:rsid w:val="00C039DF"/>
    <w:rsid w:val="00C07AE8"/>
    <w:rsid w:val="00C11FCB"/>
    <w:rsid w:val="00C1390D"/>
    <w:rsid w:val="00C14543"/>
    <w:rsid w:val="00C1460F"/>
    <w:rsid w:val="00C154D7"/>
    <w:rsid w:val="00C17C0C"/>
    <w:rsid w:val="00C32DCA"/>
    <w:rsid w:val="00C339CB"/>
    <w:rsid w:val="00C33FDE"/>
    <w:rsid w:val="00C42643"/>
    <w:rsid w:val="00C5014A"/>
    <w:rsid w:val="00C545DF"/>
    <w:rsid w:val="00C601BA"/>
    <w:rsid w:val="00C64B1E"/>
    <w:rsid w:val="00C675B8"/>
    <w:rsid w:val="00C679E4"/>
    <w:rsid w:val="00C72C7F"/>
    <w:rsid w:val="00C72E4C"/>
    <w:rsid w:val="00C81F56"/>
    <w:rsid w:val="00C95331"/>
    <w:rsid w:val="00CA034C"/>
    <w:rsid w:val="00CA1FF9"/>
    <w:rsid w:val="00CA7F00"/>
    <w:rsid w:val="00CB167A"/>
    <w:rsid w:val="00CB22F4"/>
    <w:rsid w:val="00CB4267"/>
    <w:rsid w:val="00CB4710"/>
    <w:rsid w:val="00CB6228"/>
    <w:rsid w:val="00CC26C6"/>
    <w:rsid w:val="00CC32B4"/>
    <w:rsid w:val="00CC5E15"/>
    <w:rsid w:val="00CD1425"/>
    <w:rsid w:val="00CD16C2"/>
    <w:rsid w:val="00CD1846"/>
    <w:rsid w:val="00CD1873"/>
    <w:rsid w:val="00CE07F5"/>
    <w:rsid w:val="00CE0942"/>
    <w:rsid w:val="00CE1762"/>
    <w:rsid w:val="00CE7CB7"/>
    <w:rsid w:val="00D0021D"/>
    <w:rsid w:val="00D02828"/>
    <w:rsid w:val="00D12705"/>
    <w:rsid w:val="00D12D98"/>
    <w:rsid w:val="00D13195"/>
    <w:rsid w:val="00D15C0C"/>
    <w:rsid w:val="00D16AC7"/>
    <w:rsid w:val="00D20800"/>
    <w:rsid w:val="00D27D56"/>
    <w:rsid w:val="00D315E3"/>
    <w:rsid w:val="00D3537D"/>
    <w:rsid w:val="00D37E06"/>
    <w:rsid w:val="00D41E5E"/>
    <w:rsid w:val="00D5216F"/>
    <w:rsid w:val="00D5244A"/>
    <w:rsid w:val="00D52897"/>
    <w:rsid w:val="00D53C2D"/>
    <w:rsid w:val="00D54CA2"/>
    <w:rsid w:val="00D6113E"/>
    <w:rsid w:val="00D7107E"/>
    <w:rsid w:val="00D7293E"/>
    <w:rsid w:val="00D73875"/>
    <w:rsid w:val="00D818E1"/>
    <w:rsid w:val="00D82C95"/>
    <w:rsid w:val="00D83230"/>
    <w:rsid w:val="00D8679C"/>
    <w:rsid w:val="00D877F8"/>
    <w:rsid w:val="00D9401A"/>
    <w:rsid w:val="00D942C7"/>
    <w:rsid w:val="00D947ED"/>
    <w:rsid w:val="00DA2B4B"/>
    <w:rsid w:val="00DA3625"/>
    <w:rsid w:val="00DA39B9"/>
    <w:rsid w:val="00DA5DC7"/>
    <w:rsid w:val="00DA63F4"/>
    <w:rsid w:val="00DB563A"/>
    <w:rsid w:val="00DB59C1"/>
    <w:rsid w:val="00DB6855"/>
    <w:rsid w:val="00DC0767"/>
    <w:rsid w:val="00DD0C06"/>
    <w:rsid w:val="00DD2962"/>
    <w:rsid w:val="00DD640B"/>
    <w:rsid w:val="00DE209A"/>
    <w:rsid w:val="00DE554D"/>
    <w:rsid w:val="00DE6501"/>
    <w:rsid w:val="00DF0E7A"/>
    <w:rsid w:val="00DF30EE"/>
    <w:rsid w:val="00E003D3"/>
    <w:rsid w:val="00E071B8"/>
    <w:rsid w:val="00E07ADB"/>
    <w:rsid w:val="00E13294"/>
    <w:rsid w:val="00E20685"/>
    <w:rsid w:val="00E209BD"/>
    <w:rsid w:val="00E23071"/>
    <w:rsid w:val="00E24FFF"/>
    <w:rsid w:val="00E2531C"/>
    <w:rsid w:val="00E25BE3"/>
    <w:rsid w:val="00E35A70"/>
    <w:rsid w:val="00E37FC5"/>
    <w:rsid w:val="00E418FC"/>
    <w:rsid w:val="00E466CD"/>
    <w:rsid w:val="00E505AE"/>
    <w:rsid w:val="00E56D4E"/>
    <w:rsid w:val="00E57D53"/>
    <w:rsid w:val="00E70F32"/>
    <w:rsid w:val="00E74893"/>
    <w:rsid w:val="00E8595B"/>
    <w:rsid w:val="00E972C3"/>
    <w:rsid w:val="00EA4512"/>
    <w:rsid w:val="00EA4BAE"/>
    <w:rsid w:val="00EA7B9F"/>
    <w:rsid w:val="00EB2D8C"/>
    <w:rsid w:val="00EB5715"/>
    <w:rsid w:val="00EC1E85"/>
    <w:rsid w:val="00EE1630"/>
    <w:rsid w:val="00EE4463"/>
    <w:rsid w:val="00EE5453"/>
    <w:rsid w:val="00EE7D8F"/>
    <w:rsid w:val="00EF0A6E"/>
    <w:rsid w:val="00EF13F0"/>
    <w:rsid w:val="00EF3892"/>
    <w:rsid w:val="00EF776C"/>
    <w:rsid w:val="00EF7B35"/>
    <w:rsid w:val="00EF7EE3"/>
    <w:rsid w:val="00F00CD2"/>
    <w:rsid w:val="00F0509E"/>
    <w:rsid w:val="00F10FBA"/>
    <w:rsid w:val="00F13BA1"/>
    <w:rsid w:val="00F23FA2"/>
    <w:rsid w:val="00F256B3"/>
    <w:rsid w:val="00F30300"/>
    <w:rsid w:val="00F33212"/>
    <w:rsid w:val="00F34EB6"/>
    <w:rsid w:val="00F35C7F"/>
    <w:rsid w:val="00F40DC7"/>
    <w:rsid w:val="00F45197"/>
    <w:rsid w:val="00F47596"/>
    <w:rsid w:val="00F50DB7"/>
    <w:rsid w:val="00F5364C"/>
    <w:rsid w:val="00F564C3"/>
    <w:rsid w:val="00F61DDC"/>
    <w:rsid w:val="00F6316A"/>
    <w:rsid w:val="00F64C30"/>
    <w:rsid w:val="00F659C6"/>
    <w:rsid w:val="00F705C0"/>
    <w:rsid w:val="00F7144C"/>
    <w:rsid w:val="00F7274C"/>
    <w:rsid w:val="00F77E5E"/>
    <w:rsid w:val="00F850D6"/>
    <w:rsid w:val="00F858F5"/>
    <w:rsid w:val="00F86DF9"/>
    <w:rsid w:val="00F87148"/>
    <w:rsid w:val="00F96530"/>
    <w:rsid w:val="00F96B10"/>
    <w:rsid w:val="00FA2E18"/>
    <w:rsid w:val="00FA4511"/>
    <w:rsid w:val="00FA5704"/>
    <w:rsid w:val="00FA70A7"/>
    <w:rsid w:val="00FC44F8"/>
    <w:rsid w:val="00FD0868"/>
    <w:rsid w:val="00FD1508"/>
    <w:rsid w:val="00FD2E2B"/>
    <w:rsid w:val="00FD5AEB"/>
    <w:rsid w:val="00FE231F"/>
    <w:rsid w:val="00FE3EC9"/>
    <w:rsid w:val="00FF1841"/>
    <w:rsid w:val="00FF2690"/>
    <w:rsid w:val="00FF34B4"/>
    <w:rsid w:val="00FF3D9F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B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3142"/>
  </w:style>
  <w:style w:type="paragraph" w:styleId="Piedepgina">
    <w:name w:val="footer"/>
    <w:basedOn w:val="Normal"/>
    <w:link w:val="PiedepginaCar"/>
    <w:uiPriority w:val="99"/>
    <w:unhideWhenUsed/>
    <w:rsid w:val="00BA31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3142"/>
  </w:style>
  <w:style w:type="paragraph" w:styleId="Textodeglobo">
    <w:name w:val="Balloon Text"/>
    <w:basedOn w:val="Normal"/>
    <w:link w:val="TextodegloboCar"/>
    <w:uiPriority w:val="99"/>
    <w:semiHidden/>
    <w:unhideWhenUsed/>
    <w:rsid w:val="00BA31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A314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C1F42"/>
    <w:pPr>
      <w:ind w:left="720"/>
      <w:contextualSpacing/>
    </w:pPr>
  </w:style>
  <w:style w:type="paragraph" w:customStyle="1" w:styleId="CM36">
    <w:name w:val="CM36"/>
    <w:basedOn w:val="Normal"/>
    <w:next w:val="Normal"/>
    <w:uiPriority w:val="99"/>
    <w:rsid w:val="007C1F42"/>
    <w:pPr>
      <w:widowControl w:val="0"/>
      <w:autoSpaceDE w:val="0"/>
      <w:autoSpaceDN w:val="0"/>
      <w:adjustRightInd w:val="0"/>
    </w:pPr>
    <w:rPr>
      <w:rFonts w:ascii="Gen" w:eastAsia="Times New Roman" w:hAnsi="Gen"/>
      <w:lang w:eastAsia="es-ES_tradnl"/>
    </w:rPr>
  </w:style>
  <w:style w:type="character" w:styleId="Hipervnculo">
    <w:name w:val="Hyperlink"/>
    <w:basedOn w:val="Fuentedeprrafopredeter"/>
    <w:rsid w:val="007C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nsa@baqueira.es" TargetMode="External"/><Relationship Id="rId12" Type="http://schemas.openxmlformats.org/officeDocument/2006/relationships/hyperlink" Target="http://www.baqueira.e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edia@baqueira.es" TargetMode="External"/><Relationship Id="rId10" Type="http://schemas.openxmlformats.org/officeDocument/2006/relationships/hyperlink" Target="mailto:xfortea@xcommunication.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file://localhost/HD:FEINES:BAQUEIRA%2016/17:World%20Cup%20Snowboard:Plantilla_WORD:Peu%20pag.jp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file://localhost/HD:FEINES:BAQUEIRA%2016/17:World%20Cup%20Snowboard:Plantilla_WORD:Cabecera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SD:Users:toti:Desktop:Documents%20Unics%20MBP:Baqueira%20Beret:2016:Baqueira%20WC%20SBX%2016:Documentacio&#769;:Documentacio&#769;%20Baqueira:Plantilles:160303-Plantilla_FIS%20SBX%20baqueira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0FF5FB-70EA-9548-8B62-2FB9B4D4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34</TotalTime>
  <Pages>4</Pages>
  <Words>1425</Words>
  <Characters>7840</Characters>
  <Application>Microsoft Macintosh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Links>
    <vt:vector size="12" baseType="variant">
      <vt:variant>
        <vt:i4>2424887</vt:i4>
      </vt:variant>
      <vt:variant>
        <vt:i4>2224</vt:i4>
      </vt:variant>
      <vt:variant>
        <vt:i4>1025</vt:i4>
      </vt:variant>
      <vt:variant>
        <vt:i4>1</vt:i4>
      </vt:variant>
      <vt:variant>
        <vt:lpwstr>HD:FEINES:BAQUEIRA 16/17:World Cup Snowboard:Plantilla_WORD:Peu pag.jpg</vt:lpwstr>
      </vt:variant>
      <vt:variant>
        <vt:lpwstr/>
      </vt:variant>
      <vt:variant>
        <vt:i4>5374054</vt:i4>
      </vt:variant>
      <vt:variant>
        <vt:i4>-1</vt:i4>
      </vt:variant>
      <vt:variant>
        <vt:i4>2050</vt:i4>
      </vt:variant>
      <vt:variant>
        <vt:i4>1</vt:i4>
      </vt:variant>
      <vt:variant>
        <vt:lpwstr>HD:FEINES:BAQUEIRA 16/17:World Cup Snowboard:Plantilla_WORD:Cabecera.jpg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cp:keywords/>
  <dc:description/>
  <cp:lastModifiedBy>Ingrid Vilà Rosselló</cp:lastModifiedBy>
  <cp:revision>87</cp:revision>
  <cp:lastPrinted>2016-02-26T07:41:00Z</cp:lastPrinted>
  <dcterms:created xsi:type="dcterms:W3CDTF">2016-03-20T16:59:00Z</dcterms:created>
  <dcterms:modified xsi:type="dcterms:W3CDTF">2016-03-20T17:49:00Z</dcterms:modified>
</cp:coreProperties>
</file>