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B3A11" w14:textId="55155313" w:rsidR="007C1F42" w:rsidRPr="00E67168" w:rsidRDefault="007C1F42" w:rsidP="00E760E4">
      <w:pPr>
        <w:jc w:val="both"/>
        <w:rPr>
          <w:rFonts w:ascii="Arial" w:hAnsi="Arial"/>
          <w:sz w:val="20"/>
          <w:szCs w:val="20"/>
          <w:lang w:val="ca-ES"/>
        </w:rPr>
      </w:pPr>
      <w:r w:rsidRPr="0010095E">
        <w:rPr>
          <w:lang w:val="ca-ES"/>
        </w:rPr>
        <w:tab/>
      </w:r>
      <w:r w:rsidR="0010095E" w:rsidRPr="00E67168">
        <w:rPr>
          <w:rFonts w:ascii="Arial" w:hAnsi="Arial"/>
          <w:sz w:val="20"/>
          <w:szCs w:val="20"/>
          <w:lang w:val="ca-ES"/>
        </w:rPr>
        <w:t>Roda de Prem</w:t>
      </w:r>
      <w:r w:rsidRPr="00E67168">
        <w:rPr>
          <w:rFonts w:ascii="Arial" w:hAnsi="Arial"/>
          <w:sz w:val="20"/>
          <w:szCs w:val="20"/>
          <w:lang w:val="ca-ES"/>
        </w:rPr>
        <w:t>sa</w:t>
      </w:r>
      <w:r w:rsidR="0010095E" w:rsidRPr="00E67168">
        <w:rPr>
          <w:rFonts w:ascii="Arial" w:hAnsi="Arial"/>
          <w:sz w:val="20"/>
          <w:szCs w:val="20"/>
          <w:lang w:val="ca-ES"/>
        </w:rPr>
        <w:t xml:space="preserve"> / Nota de Prems</w:t>
      </w:r>
      <w:r w:rsidR="002A314F" w:rsidRPr="00E67168">
        <w:rPr>
          <w:rFonts w:ascii="Arial" w:hAnsi="Arial"/>
          <w:sz w:val="20"/>
          <w:szCs w:val="20"/>
          <w:lang w:val="ca-ES"/>
        </w:rPr>
        <w:t>a</w:t>
      </w:r>
    </w:p>
    <w:p w14:paraId="409F6EA6" w14:textId="3F67A783" w:rsidR="007C1F42" w:rsidRPr="00E67168" w:rsidRDefault="002A314F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9 </w:t>
      </w:r>
      <w:r w:rsidR="0010095E" w:rsidRPr="00E67168">
        <w:rPr>
          <w:rFonts w:ascii="Arial" w:hAnsi="Arial"/>
          <w:sz w:val="20"/>
          <w:szCs w:val="20"/>
          <w:lang w:val="ca-ES"/>
        </w:rPr>
        <w:t>març</w:t>
      </w:r>
      <w:r w:rsidRPr="00E67168">
        <w:rPr>
          <w:rFonts w:ascii="Arial" w:hAnsi="Arial"/>
          <w:sz w:val="20"/>
          <w:szCs w:val="20"/>
          <w:lang w:val="ca-ES"/>
        </w:rPr>
        <w:t xml:space="preserve"> </w:t>
      </w:r>
      <w:r w:rsidR="007C1F42" w:rsidRPr="00E67168">
        <w:rPr>
          <w:rFonts w:ascii="Arial" w:hAnsi="Arial"/>
          <w:sz w:val="20"/>
          <w:szCs w:val="20"/>
          <w:lang w:val="ca-ES"/>
        </w:rPr>
        <w:t>2016</w:t>
      </w:r>
    </w:p>
    <w:p w14:paraId="3F64B34B" w14:textId="77777777" w:rsidR="007C1F42" w:rsidRPr="00E67168" w:rsidRDefault="007C1F42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2F46823B" w14:textId="5183F168" w:rsidR="0010095E" w:rsidRPr="00E67168" w:rsidRDefault="0010095E" w:rsidP="00E760E4">
      <w:pPr>
        <w:ind w:left="709"/>
        <w:jc w:val="both"/>
        <w:rPr>
          <w:rFonts w:ascii="Arial" w:hAnsi="Arial"/>
          <w:b/>
          <w:sz w:val="26"/>
          <w:szCs w:val="26"/>
          <w:u w:val="single"/>
          <w:lang w:val="ca-ES"/>
        </w:rPr>
      </w:pPr>
      <w:r w:rsidRPr="00E67168">
        <w:rPr>
          <w:rFonts w:ascii="Arial" w:hAnsi="Arial"/>
          <w:b/>
          <w:sz w:val="26"/>
          <w:szCs w:val="26"/>
          <w:u w:val="single"/>
          <w:lang w:val="ca-ES"/>
        </w:rPr>
        <w:t xml:space="preserve">Lucas </w:t>
      </w:r>
      <w:proofErr w:type="spellStart"/>
      <w:r w:rsidRPr="00E67168">
        <w:rPr>
          <w:rFonts w:ascii="Arial" w:hAnsi="Arial"/>
          <w:b/>
          <w:sz w:val="26"/>
          <w:szCs w:val="26"/>
          <w:u w:val="single"/>
          <w:lang w:val="ca-ES"/>
        </w:rPr>
        <w:t>Eguibar</w:t>
      </w:r>
      <w:proofErr w:type="spellEnd"/>
      <w:r w:rsidRPr="00E67168">
        <w:rPr>
          <w:rFonts w:ascii="Arial" w:hAnsi="Arial"/>
          <w:b/>
          <w:sz w:val="26"/>
          <w:szCs w:val="26"/>
          <w:u w:val="single"/>
          <w:lang w:val="ca-ES"/>
        </w:rPr>
        <w:t>: "A la Copa del Món de Snowboard Cross a Baqueira Beret vull tornar a pujar al podi"</w:t>
      </w:r>
    </w:p>
    <w:p w14:paraId="7CBCAC23" w14:textId="77777777" w:rsidR="0010095E" w:rsidRPr="00E67168" w:rsidRDefault="0010095E" w:rsidP="0010095E">
      <w:pPr>
        <w:jc w:val="both"/>
        <w:rPr>
          <w:rFonts w:ascii="Arial" w:hAnsi="Arial"/>
          <w:b/>
          <w:sz w:val="20"/>
          <w:szCs w:val="20"/>
          <w:lang w:val="ca-ES"/>
        </w:rPr>
      </w:pPr>
    </w:p>
    <w:p w14:paraId="391A5421" w14:textId="759B8889" w:rsidR="0010095E" w:rsidRPr="00E67168" w:rsidRDefault="0010095E" w:rsidP="0010095E">
      <w:pPr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E67168">
        <w:rPr>
          <w:rFonts w:ascii="Arial" w:hAnsi="Arial"/>
          <w:b/>
          <w:sz w:val="20"/>
          <w:szCs w:val="20"/>
          <w:lang w:val="ca-ES"/>
        </w:rPr>
        <w:t xml:space="preserve">Dimecres 9 de març el Comitè Organitzador, representat per l'estació de Baqueira Beret i Real </w:t>
      </w:r>
      <w:proofErr w:type="spellStart"/>
      <w:r w:rsidRPr="00E67168">
        <w:rPr>
          <w:rFonts w:ascii="Arial" w:hAnsi="Arial"/>
          <w:b/>
          <w:sz w:val="20"/>
          <w:szCs w:val="20"/>
          <w:lang w:val="ca-ES"/>
        </w:rPr>
        <w:t>Federación</w:t>
      </w:r>
      <w:proofErr w:type="spellEnd"/>
      <w:r w:rsidRPr="00E67168">
        <w:rPr>
          <w:rFonts w:ascii="Arial" w:hAnsi="Arial"/>
          <w:b/>
          <w:sz w:val="20"/>
          <w:szCs w:val="20"/>
          <w:lang w:val="ca-ES"/>
        </w:rPr>
        <w:t xml:space="preserve"> Española Deportes de </w:t>
      </w:r>
      <w:proofErr w:type="spellStart"/>
      <w:r w:rsidRPr="00E67168">
        <w:rPr>
          <w:rFonts w:ascii="Arial" w:hAnsi="Arial"/>
          <w:b/>
          <w:sz w:val="20"/>
          <w:szCs w:val="20"/>
          <w:lang w:val="ca-ES"/>
        </w:rPr>
        <w:t>Invierno</w:t>
      </w:r>
      <w:proofErr w:type="spellEnd"/>
      <w:r w:rsidRPr="00E67168">
        <w:rPr>
          <w:rFonts w:ascii="Arial" w:hAnsi="Arial"/>
          <w:b/>
          <w:sz w:val="20"/>
          <w:szCs w:val="20"/>
          <w:lang w:val="ca-ES"/>
        </w:rPr>
        <w:t xml:space="preserve"> (RFEDI), ha presentat en el </w:t>
      </w:r>
      <w:proofErr w:type="spellStart"/>
      <w:r w:rsidRPr="00E67168">
        <w:rPr>
          <w:rFonts w:ascii="Arial" w:hAnsi="Arial"/>
          <w:b/>
          <w:sz w:val="20"/>
          <w:szCs w:val="20"/>
          <w:lang w:val="ca-ES"/>
        </w:rPr>
        <w:t>Consejo</w:t>
      </w:r>
      <w:proofErr w:type="spellEnd"/>
      <w:r w:rsidRPr="00E67168">
        <w:rPr>
          <w:rFonts w:ascii="Arial" w:hAnsi="Arial"/>
          <w:b/>
          <w:sz w:val="20"/>
          <w:szCs w:val="20"/>
          <w:lang w:val="ca-ES"/>
        </w:rPr>
        <w:t xml:space="preserve"> Superior de Deportes (CSD) de Madrid l'última prova de la Copa del Món de snowboard </w:t>
      </w:r>
      <w:proofErr w:type="spellStart"/>
      <w:r w:rsidRPr="00E67168">
        <w:rPr>
          <w:rFonts w:ascii="Arial" w:hAnsi="Arial"/>
          <w:b/>
          <w:sz w:val="20"/>
          <w:szCs w:val="20"/>
          <w:lang w:val="ca-ES"/>
        </w:rPr>
        <w:t>cross</w:t>
      </w:r>
      <w:proofErr w:type="spellEnd"/>
      <w:r w:rsidRPr="00E67168">
        <w:rPr>
          <w:rFonts w:ascii="Arial" w:hAnsi="Arial"/>
          <w:b/>
          <w:sz w:val="20"/>
          <w:szCs w:val="20"/>
          <w:lang w:val="ca-ES"/>
        </w:rPr>
        <w:t xml:space="preserve"> FIS (SBX) de la temporada que es durà a terme el cap de setmana del 19 i 20 de març a Baqueira Beret.</w:t>
      </w:r>
    </w:p>
    <w:p w14:paraId="421A5991" w14:textId="77777777" w:rsidR="0010095E" w:rsidRPr="00E67168" w:rsidRDefault="0010095E" w:rsidP="0010095E">
      <w:pPr>
        <w:ind w:left="709"/>
        <w:jc w:val="both"/>
        <w:rPr>
          <w:rFonts w:ascii="Arial" w:hAnsi="Arial"/>
          <w:b/>
          <w:sz w:val="20"/>
          <w:szCs w:val="20"/>
          <w:lang w:val="ca-ES"/>
        </w:rPr>
      </w:pPr>
    </w:p>
    <w:p w14:paraId="6D24BCA3" w14:textId="07EAF8E1" w:rsidR="0010095E" w:rsidRPr="00E67168" w:rsidRDefault="0010095E" w:rsidP="0010095E">
      <w:pPr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E67168">
        <w:rPr>
          <w:rFonts w:ascii="Arial" w:hAnsi="Arial"/>
          <w:b/>
          <w:sz w:val="20"/>
          <w:szCs w:val="20"/>
          <w:lang w:val="ca-ES"/>
        </w:rPr>
        <w:t xml:space="preserve">En aquesta cursa es decidirà el podi del circuit de màxim nivell mundial entre els que pot estar l'esportista espanyol de la RFEDI Lucas </w:t>
      </w:r>
      <w:proofErr w:type="spellStart"/>
      <w:r w:rsidRPr="00E67168">
        <w:rPr>
          <w:rFonts w:ascii="Arial" w:hAnsi="Arial"/>
          <w:b/>
          <w:sz w:val="20"/>
          <w:szCs w:val="20"/>
          <w:lang w:val="ca-ES"/>
        </w:rPr>
        <w:t>Eguibar</w:t>
      </w:r>
      <w:proofErr w:type="spellEnd"/>
      <w:r w:rsidRPr="00E67168">
        <w:rPr>
          <w:rFonts w:ascii="Arial" w:hAnsi="Arial"/>
          <w:b/>
          <w:sz w:val="20"/>
          <w:szCs w:val="20"/>
          <w:lang w:val="ca-ES"/>
        </w:rPr>
        <w:t xml:space="preserve"> guanyador de la temporada 2014-2015.</w:t>
      </w:r>
    </w:p>
    <w:p w14:paraId="770F42DE" w14:textId="77777777" w:rsidR="0010095E" w:rsidRPr="00E67168" w:rsidRDefault="0010095E" w:rsidP="0010095E">
      <w:pPr>
        <w:jc w:val="both"/>
        <w:rPr>
          <w:rFonts w:ascii="Arial" w:hAnsi="Arial"/>
          <w:sz w:val="20"/>
          <w:szCs w:val="20"/>
          <w:lang w:val="ca-ES"/>
        </w:rPr>
      </w:pPr>
    </w:p>
    <w:p w14:paraId="1F8524B4" w14:textId="27ABDB72" w:rsidR="0010095E" w:rsidRPr="00E67168" w:rsidRDefault="0010095E" w:rsidP="00096F28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Durant la presentació Lucas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Eguibar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ha explicat que li fa "especial il·lusió competir a Baqueira Beret i vull pujar al podi del circuit de Copa del Món". El basc també s'ha referit a la importància de competir a casa comentant que "vindran moltíssims amics meus per animar-me, que mai m'han vist competir en directe, ni han vist un circuit, així que serà emocionant".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Eguibar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>, que ha competit en estacions arreu del món, ha volgut destacar el gran esforç i implicació per part de l'estació "és molt temps de dedicació i una gran inversió i crec que Baqueira Beret està fent una gran feina perquè és la seva primera Copa del Món i el seu primer boardercross i tenen ganes de crear un circuit espectacular".</w:t>
      </w:r>
    </w:p>
    <w:p w14:paraId="5E717ECC" w14:textId="77777777" w:rsidR="0010095E" w:rsidRPr="00E67168" w:rsidRDefault="0010095E" w:rsidP="0010095E">
      <w:pPr>
        <w:jc w:val="both"/>
        <w:rPr>
          <w:rFonts w:ascii="Arial" w:hAnsi="Arial"/>
          <w:sz w:val="20"/>
          <w:szCs w:val="20"/>
          <w:lang w:val="ca-ES"/>
        </w:rPr>
      </w:pPr>
    </w:p>
    <w:p w14:paraId="431A420F" w14:textId="3F494341" w:rsidR="0010095E" w:rsidRPr="00E67168" w:rsidRDefault="0010095E" w:rsidP="00096F28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Els tres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riders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que formen l'equip de Snowboard Cross de la RFEDI Lucas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Eguibar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,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Laro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Herrero i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Regino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Hernández (lesionat en fase de recuperació), són un equip molt fort amb moltes possibilitats d'acabar entre els primers classificats i fins i tot coronar el podi.</w:t>
      </w:r>
    </w:p>
    <w:p w14:paraId="4DC02033" w14:textId="77777777" w:rsidR="00096F28" w:rsidRPr="00E67168" w:rsidRDefault="00096F28" w:rsidP="00A84EEA">
      <w:pPr>
        <w:jc w:val="both"/>
        <w:rPr>
          <w:rFonts w:ascii="Arial" w:hAnsi="Arial"/>
          <w:sz w:val="20"/>
          <w:szCs w:val="20"/>
          <w:lang w:val="ca-ES"/>
        </w:rPr>
      </w:pPr>
    </w:p>
    <w:p w14:paraId="0EE27D51" w14:textId="4A8E5E44" w:rsidR="0010095E" w:rsidRPr="00E67168" w:rsidRDefault="00A01749" w:rsidP="0010095E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El director general </w:t>
      </w:r>
      <w:r w:rsidR="00BF3A79" w:rsidRPr="00E67168">
        <w:rPr>
          <w:rFonts w:ascii="Arial" w:hAnsi="Arial"/>
          <w:sz w:val="20"/>
          <w:szCs w:val="20"/>
          <w:lang w:val="ca-ES"/>
        </w:rPr>
        <w:t xml:space="preserve">del </w:t>
      </w:r>
      <w:proofErr w:type="spellStart"/>
      <w:r w:rsidR="00BF3A79" w:rsidRPr="00E67168">
        <w:rPr>
          <w:rFonts w:ascii="Arial" w:hAnsi="Arial"/>
          <w:sz w:val="20"/>
          <w:szCs w:val="20"/>
          <w:lang w:val="ca-ES"/>
        </w:rPr>
        <w:t>C</w:t>
      </w:r>
      <w:r w:rsidR="006E3F48" w:rsidRPr="00E67168">
        <w:rPr>
          <w:rFonts w:ascii="Arial" w:hAnsi="Arial"/>
          <w:sz w:val="20"/>
          <w:szCs w:val="20"/>
          <w:lang w:val="ca-ES"/>
        </w:rPr>
        <w:t>onsejo</w:t>
      </w:r>
      <w:proofErr w:type="spellEnd"/>
      <w:r w:rsidR="006E3F48" w:rsidRPr="00E67168">
        <w:rPr>
          <w:rFonts w:ascii="Arial" w:hAnsi="Arial"/>
          <w:sz w:val="20"/>
          <w:szCs w:val="20"/>
          <w:lang w:val="ca-ES"/>
        </w:rPr>
        <w:t xml:space="preserve"> </w:t>
      </w:r>
      <w:r w:rsidR="00656AA0" w:rsidRPr="00E67168">
        <w:rPr>
          <w:rFonts w:ascii="Arial" w:hAnsi="Arial"/>
          <w:sz w:val="20"/>
          <w:szCs w:val="20"/>
          <w:lang w:val="ca-ES"/>
        </w:rPr>
        <w:t>Superior</w:t>
      </w:r>
      <w:r w:rsidR="006E3F48" w:rsidRPr="00E67168">
        <w:rPr>
          <w:rFonts w:ascii="Arial" w:hAnsi="Arial"/>
          <w:sz w:val="20"/>
          <w:szCs w:val="20"/>
          <w:lang w:val="ca-ES"/>
        </w:rPr>
        <w:t xml:space="preserve"> de Deportes (C</w:t>
      </w:r>
      <w:r w:rsidR="00BF3A79" w:rsidRPr="00E67168">
        <w:rPr>
          <w:rFonts w:ascii="Arial" w:hAnsi="Arial"/>
          <w:sz w:val="20"/>
          <w:szCs w:val="20"/>
          <w:lang w:val="ca-ES"/>
        </w:rPr>
        <w:t>SD</w:t>
      </w:r>
      <w:r w:rsidR="006E3F48" w:rsidRPr="00E67168">
        <w:rPr>
          <w:rFonts w:ascii="Arial" w:hAnsi="Arial"/>
          <w:sz w:val="20"/>
          <w:szCs w:val="20"/>
          <w:lang w:val="ca-ES"/>
        </w:rPr>
        <w:t>)</w:t>
      </w:r>
      <w:r w:rsidR="001D6993" w:rsidRPr="00E67168">
        <w:rPr>
          <w:rFonts w:ascii="Arial" w:hAnsi="Arial"/>
          <w:sz w:val="20"/>
          <w:szCs w:val="20"/>
          <w:lang w:val="ca-ES"/>
        </w:rPr>
        <w:t xml:space="preserve">, Oscar </w:t>
      </w:r>
      <w:proofErr w:type="spellStart"/>
      <w:r w:rsidR="001D6993" w:rsidRPr="00E67168">
        <w:rPr>
          <w:rFonts w:ascii="Arial" w:hAnsi="Arial"/>
          <w:sz w:val="20"/>
          <w:szCs w:val="20"/>
          <w:lang w:val="ca-ES"/>
        </w:rPr>
        <w:t>Graefenhain</w:t>
      </w:r>
      <w:proofErr w:type="spellEnd"/>
      <w:r w:rsidR="00BF3A79" w:rsidRPr="00E67168">
        <w:rPr>
          <w:rFonts w:ascii="Arial" w:hAnsi="Arial"/>
          <w:sz w:val="20"/>
          <w:szCs w:val="20"/>
          <w:lang w:val="ca-ES"/>
        </w:rPr>
        <w:t xml:space="preserve"> </w:t>
      </w:r>
      <w:r w:rsidR="0010095E" w:rsidRPr="00E67168">
        <w:rPr>
          <w:rFonts w:ascii="Arial" w:hAnsi="Arial"/>
          <w:sz w:val="20"/>
          <w:szCs w:val="20"/>
          <w:lang w:val="ca-ES"/>
        </w:rPr>
        <w:t xml:space="preserve">ha obert l'acte donant la benvinguda a tots els assistents, entre els quals es trobaven el president de la Real </w:t>
      </w:r>
      <w:proofErr w:type="spellStart"/>
      <w:r w:rsidR="0010095E" w:rsidRPr="00E67168">
        <w:rPr>
          <w:rFonts w:ascii="Arial" w:hAnsi="Arial"/>
          <w:sz w:val="20"/>
          <w:szCs w:val="20"/>
          <w:lang w:val="ca-ES"/>
        </w:rPr>
        <w:t>Federación</w:t>
      </w:r>
      <w:proofErr w:type="spellEnd"/>
      <w:r w:rsidR="0010095E" w:rsidRPr="00E67168">
        <w:rPr>
          <w:rFonts w:ascii="Arial" w:hAnsi="Arial"/>
          <w:sz w:val="20"/>
          <w:szCs w:val="20"/>
          <w:lang w:val="ca-ES"/>
        </w:rPr>
        <w:t xml:space="preserve"> Española Deportes de </w:t>
      </w:r>
      <w:proofErr w:type="spellStart"/>
      <w:r w:rsidR="0010095E" w:rsidRPr="00E67168">
        <w:rPr>
          <w:rFonts w:ascii="Arial" w:hAnsi="Arial"/>
          <w:sz w:val="20"/>
          <w:szCs w:val="20"/>
          <w:lang w:val="ca-ES"/>
        </w:rPr>
        <w:t>Invierno</w:t>
      </w:r>
      <w:proofErr w:type="spellEnd"/>
      <w:r w:rsidR="0010095E" w:rsidRPr="00E67168">
        <w:rPr>
          <w:rFonts w:ascii="Arial" w:hAnsi="Arial"/>
          <w:sz w:val="20"/>
          <w:szCs w:val="20"/>
          <w:lang w:val="ca-ES"/>
        </w:rPr>
        <w:t xml:space="preserve"> (RFEDI), May Peus España, el director comercial de Baqueira Beret, Xavi </w:t>
      </w:r>
      <w:proofErr w:type="spellStart"/>
      <w:r w:rsidR="0010095E" w:rsidRPr="00E67168">
        <w:rPr>
          <w:rFonts w:ascii="Arial" w:hAnsi="Arial"/>
          <w:sz w:val="20"/>
          <w:szCs w:val="20"/>
          <w:lang w:val="ca-ES"/>
        </w:rPr>
        <w:t>Ubeira</w:t>
      </w:r>
      <w:proofErr w:type="spellEnd"/>
      <w:r w:rsidR="0010095E" w:rsidRPr="00E67168">
        <w:rPr>
          <w:rFonts w:ascii="Arial" w:hAnsi="Arial"/>
          <w:sz w:val="20"/>
          <w:szCs w:val="20"/>
          <w:lang w:val="ca-ES"/>
        </w:rPr>
        <w:t xml:space="preserve">, i l'esportista de la RFEDI i guanyador del circuit de Copa del Món de SBX la passada temporada 2014-2015, Lucas </w:t>
      </w:r>
      <w:proofErr w:type="spellStart"/>
      <w:r w:rsidR="0010095E" w:rsidRPr="00E67168">
        <w:rPr>
          <w:rFonts w:ascii="Arial" w:hAnsi="Arial"/>
          <w:sz w:val="20"/>
          <w:szCs w:val="20"/>
          <w:lang w:val="ca-ES"/>
        </w:rPr>
        <w:t>Eguibar</w:t>
      </w:r>
      <w:proofErr w:type="spellEnd"/>
      <w:r w:rsidR="0010095E" w:rsidRPr="00E67168">
        <w:rPr>
          <w:rFonts w:ascii="Arial" w:hAnsi="Arial"/>
          <w:sz w:val="20"/>
          <w:szCs w:val="20"/>
          <w:lang w:val="ca-ES"/>
        </w:rPr>
        <w:t>.</w:t>
      </w:r>
    </w:p>
    <w:p w14:paraId="3E5F0C20" w14:textId="77777777" w:rsidR="0010095E" w:rsidRPr="00E67168" w:rsidRDefault="0010095E" w:rsidP="0010095E">
      <w:pPr>
        <w:jc w:val="both"/>
        <w:rPr>
          <w:rFonts w:ascii="Arial" w:hAnsi="Arial"/>
          <w:sz w:val="20"/>
          <w:szCs w:val="20"/>
          <w:lang w:val="ca-ES"/>
        </w:rPr>
      </w:pPr>
      <w:bookmarkStart w:id="0" w:name="_GoBack"/>
      <w:bookmarkEnd w:id="0"/>
    </w:p>
    <w:p w14:paraId="5F610EA6" w14:textId="04861B68" w:rsidR="0010095E" w:rsidRPr="00E67168" w:rsidRDefault="0010095E" w:rsidP="00D56AE0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La vuitena i última prova del circuit de Copa del Món de Snowboard Cross (SBX) FIS arribarà a Baqueira Beret la tercera setmana de març i rebrà 85 esportistes (30 dones i 56 homes) provinents de 19 països: Alemanya, Andorra, Argentina, Austràlia, Àustria, Brasil, Bulgària, Canadà, Eslovènia, Estats Units, Espanya, França, Itàlia, Japó, Nova Zelanda, República Txeca, Romania, Rússia i Suïssa, acompanyats de 73 tècnics. Dissabte 19 tindran lloc les rondes classificatòries i diumenge 20, les finals, on es decidiran els campions del màxim circuit internacional de snowboard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cross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>.</w:t>
      </w:r>
    </w:p>
    <w:p w14:paraId="6A3DCD76" w14:textId="77777777" w:rsidR="00DF1767" w:rsidRPr="00E67168" w:rsidRDefault="00DF1767" w:rsidP="00D56AE0">
      <w:pPr>
        <w:jc w:val="both"/>
        <w:rPr>
          <w:rFonts w:ascii="Arial" w:hAnsi="Arial"/>
          <w:b/>
          <w:sz w:val="20"/>
          <w:szCs w:val="20"/>
          <w:lang w:val="ca-ES"/>
        </w:rPr>
      </w:pPr>
    </w:p>
    <w:p w14:paraId="35EAD768" w14:textId="141B4B42" w:rsidR="0010095E" w:rsidRPr="00E67168" w:rsidRDefault="00692968" w:rsidP="0010095E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>El director general de deportes del CSD,</w:t>
      </w:r>
      <w:r w:rsidRPr="00E67168">
        <w:rPr>
          <w:rFonts w:ascii="Arial" w:hAnsi="Arial"/>
          <w:b/>
          <w:sz w:val="20"/>
          <w:szCs w:val="20"/>
          <w:lang w:val="ca-ES"/>
        </w:rPr>
        <w:t xml:space="preserve"> </w:t>
      </w:r>
      <w:r w:rsidR="005C33BE" w:rsidRPr="00E67168">
        <w:rPr>
          <w:rFonts w:ascii="Arial" w:hAnsi="Arial"/>
          <w:b/>
          <w:sz w:val="20"/>
          <w:szCs w:val="20"/>
          <w:lang w:val="ca-ES"/>
        </w:rPr>
        <w:t xml:space="preserve">Oscar </w:t>
      </w:r>
      <w:proofErr w:type="spellStart"/>
      <w:r w:rsidR="000B31EA" w:rsidRPr="00E67168">
        <w:rPr>
          <w:rFonts w:ascii="Arial" w:hAnsi="Arial"/>
          <w:b/>
          <w:sz w:val="20"/>
          <w:szCs w:val="20"/>
          <w:lang w:val="ca-ES"/>
        </w:rPr>
        <w:t>Graefenhain</w:t>
      </w:r>
      <w:proofErr w:type="spellEnd"/>
      <w:r w:rsidR="000B31EA" w:rsidRPr="00E67168">
        <w:rPr>
          <w:rFonts w:ascii="Arial" w:hAnsi="Arial"/>
          <w:sz w:val="20"/>
          <w:szCs w:val="20"/>
          <w:lang w:val="ca-ES"/>
        </w:rPr>
        <w:t xml:space="preserve">, </w:t>
      </w:r>
      <w:r w:rsidR="0010095E" w:rsidRPr="00E67168">
        <w:rPr>
          <w:rFonts w:ascii="Arial" w:hAnsi="Arial"/>
          <w:sz w:val="20"/>
          <w:szCs w:val="20"/>
          <w:lang w:val="ca-ES"/>
        </w:rPr>
        <w:t xml:space="preserve">després de comentar la implicació del CSD amb aquesta prova </w:t>
      </w:r>
      <w:r w:rsidR="005C5A37" w:rsidRPr="00E67168">
        <w:rPr>
          <w:rFonts w:ascii="Arial" w:hAnsi="Arial"/>
          <w:sz w:val="20"/>
          <w:szCs w:val="20"/>
          <w:lang w:val="ca-ES"/>
        </w:rPr>
        <w:t>de nivell mundial</w:t>
      </w:r>
      <w:r w:rsidR="0010095E" w:rsidRPr="00E67168">
        <w:rPr>
          <w:rFonts w:ascii="Arial" w:hAnsi="Arial"/>
          <w:sz w:val="20"/>
          <w:szCs w:val="20"/>
          <w:lang w:val="ca-ES"/>
        </w:rPr>
        <w:t xml:space="preserve">, ha destacat la importància del compromís de les estacions espanyoles amb l'esport i ha volgut agrair la feina feta per Baqueira Beret, </w:t>
      </w:r>
      <w:proofErr w:type="spellStart"/>
      <w:r w:rsidR="0010095E" w:rsidRPr="00E67168">
        <w:rPr>
          <w:rFonts w:ascii="Arial" w:hAnsi="Arial"/>
          <w:sz w:val="20"/>
          <w:szCs w:val="20"/>
          <w:lang w:val="ca-ES"/>
        </w:rPr>
        <w:t>Asociación</w:t>
      </w:r>
      <w:proofErr w:type="spellEnd"/>
      <w:r w:rsidR="0010095E" w:rsidRPr="00E67168">
        <w:rPr>
          <w:rFonts w:ascii="Arial" w:hAnsi="Arial"/>
          <w:sz w:val="20"/>
          <w:szCs w:val="20"/>
          <w:lang w:val="ca-ES"/>
        </w:rPr>
        <w:t xml:space="preserve"> Turística de Estaciones de Esquí y </w:t>
      </w:r>
      <w:proofErr w:type="spellStart"/>
      <w:r w:rsidR="0010095E" w:rsidRPr="00E67168">
        <w:rPr>
          <w:rFonts w:ascii="Arial" w:hAnsi="Arial"/>
          <w:sz w:val="20"/>
          <w:szCs w:val="20"/>
          <w:lang w:val="ca-ES"/>
        </w:rPr>
        <w:t>Montaña</w:t>
      </w:r>
      <w:proofErr w:type="spellEnd"/>
      <w:r w:rsidR="0010095E" w:rsidRPr="00E67168">
        <w:rPr>
          <w:rFonts w:ascii="Arial" w:hAnsi="Arial"/>
          <w:sz w:val="20"/>
          <w:szCs w:val="20"/>
          <w:lang w:val="ca-ES"/>
        </w:rPr>
        <w:t xml:space="preserve"> (ATUDEM)</w:t>
      </w:r>
      <w:r w:rsidR="005C5A37" w:rsidRPr="00E67168">
        <w:rPr>
          <w:rFonts w:ascii="Arial" w:hAnsi="Arial"/>
          <w:sz w:val="20"/>
          <w:szCs w:val="20"/>
          <w:lang w:val="ca-ES"/>
        </w:rPr>
        <w:t xml:space="preserve"> </w:t>
      </w:r>
      <w:r w:rsidR="0010095E" w:rsidRPr="00E67168">
        <w:rPr>
          <w:rFonts w:ascii="Arial" w:hAnsi="Arial"/>
          <w:sz w:val="20"/>
          <w:szCs w:val="20"/>
          <w:lang w:val="ca-ES"/>
        </w:rPr>
        <w:t>i RFEDI.</w:t>
      </w:r>
    </w:p>
    <w:p w14:paraId="05C1B1DC" w14:textId="77777777" w:rsidR="00987D3E" w:rsidRPr="00E67168" w:rsidRDefault="001C29BA" w:rsidP="00987D3E">
      <w:pPr>
        <w:spacing w:before="100" w:beforeAutospacing="1" w:after="100" w:afterAutospacing="1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Per la seva banda, </w:t>
      </w:r>
      <w:r w:rsidRPr="00E67168">
        <w:rPr>
          <w:rFonts w:ascii="Arial" w:hAnsi="Arial"/>
          <w:b/>
          <w:sz w:val="20"/>
          <w:szCs w:val="20"/>
          <w:lang w:val="ca-ES"/>
        </w:rPr>
        <w:t>May Peus España</w:t>
      </w:r>
      <w:r w:rsidRPr="00E67168">
        <w:rPr>
          <w:rFonts w:ascii="Arial" w:hAnsi="Arial"/>
          <w:sz w:val="20"/>
          <w:szCs w:val="20"/>
          <w:lang w:val="ca-ES"/>
        </w:rPr>
        <w:t xml:space="preserve"> ha volgut destacar el compromís de les estacions espanyoles i de la Federació a l’hora d’organitzar proves d'alt nivell i d</w:t>
      </w:r>
      <w:r w:rsidR="0018571D" w:rsidRPr="00E67168">
        <w:rPr>
          <w:rFonts w:ascii="Arial" w:hAnsi="Arial"/>
          <w:sz w:val="20"/>
          <w:szCs w:val="20"/>
          <w:lang w:val="ca-ES"/>
        </w:rPr>
        <w:t xml:space="preserve">'atreure </w:t>
      </w:r>
      <w:r w:rsidR="002B08A2" w:rsidRPr="00E67168">
        <w:rPr>
          <w:rFonts w:ascii="Arial" w:hAnsi="Arial"/>
          <w:sz w:val="20"/>
          <w:szCs w:val="20"/>
          <w:lang w:val="ca-ES"/>
        </w:rPr>
        <w:t xml:space="preserve">els líders espanyols </w:t>
      </w:r>
      <w:r w:rsidR="0018571D" w:rsidRPr="00E67168">
        <w:rPr>
          <w:rFonts w:ascii="Arial" w:hAnsi="Arial"/>
          <w:sz w:val="20"/>
          <w:szCs w:val="20"/>
          <w:lang w:val="ca-ES"/>
        </w:rPr>
        <w:t xml:space="preserve">al territori nacional </w:t>
      </w:r>
      <w:r w:rsidRPr="00E67168">
        <w:rPr>
          <w:rFonts w:ascii="Arial" w:hAnsi="Arial"/>
          <w:sz w:val="20"/>
          <w:szCs w:val="20"/>
          <w:lang w:val="ca-ES"/>
        </w:rPr>
        <w:t>i mundials "perquè el nostre esport de base pugui veure en directe què és l'alta competició, un</w:t>
      </w:r>
      <w:r w:rsidR="0018571D" w:rsidRPr="00E67168">
        <w:rPr>
          <w:rFonts w:ascii="Arial" w:hAnsi="Arial"/>
          <w:sz w:val="20"/>
          <w:szCs w:val="20"/>
          <w:lang w:val="ca-ES"/>
        </w:rPr>
        <w:t xml:space="preserve"> fet</w:t>
      </w:r>
      <w:r w:rsidRPr="00E67168">
        <w:rPr>
          <w:rFonts w:ascii="Arial" w:hAnsi="Arial"/>
          <w:sz w:val="20"/>
          <w:szCs w:val="20"/>
          <w:lang w:val="ca-ES"/>
        </w:rPr>
        <w:t xml:space="preserve"> </w:t>
      </w:r>
      <w:r w:rsidRPr="00E67168">
        <w:rPr>
          <w:rFonts w:ascii="Arial" w:hAnsi="Arial"/>
          <w:sz w:val="20"/>
          <w:szCs w:val="20"/>
          <w:lang w:val="ca-ES"/>
        </w:rPr>
        <w:lastRenderedPageBreak/>
        <w:t>importantíssim per a la pro</w:t>
      </w:r>
      <w:r w:rsidR="0018571D" w:rsidRPr="00E67168">
        <w:rPr>
          <w:rFonts w:ascii="Arial" w:hAnsi="Arial"/>
          <w:sz w:val="20"/>
          <w:szCs w:val="20"/>
          <w:lang w:val="ca-ES"/>
        </w:rPr>
        <w:t>moció esportiva del nostre país</w:t>
      </w:r>
      <w:r w:rsidRPr="00E67168">
        <w:rPr>
          <w:rFonts w:ascii="Arial" w:hAnsi="Arial"/>
          <w:sz w:val="20"/>
          <w:szCs w:val="20"/>
          <w:lang w:val="ca-ES"/>
        </w:rPr>
        <w:t>". A més, ha explicat que hi ha una llarga tradició de l'Snowboard Cross a Espanya i hi ha un objectiu a curt termini "que és el Mundial de Sierra Nevada 2017 i per arribar-hi amb garanties d'èxit organitzatives i esportives cal anar fent pro</w:t>
      </w:r>
      <w:r w:rsidR="002B08A2" w:rsidRPr="00E67168">
        <w:rPr>
          <w:rFonts w:ascii="Arial" w:hAnsi="Arial"/>
          <w:sz w:val="20"/>
          <w:szCs w:val="20"/>
          <w:lang w:val="ca-ES"/>
        </w:rPr>
        <w:t>ves d'alt nivell durant el camí</w:t>
      </w:r>
      <w:r w:rsidRPr="00E67168">
        <w:rPr>
          <w:rFonts w:ascii="Arial" w:hAnsi="Arial"/>
          <w:sz w:val="20"/>
          <w:szCs w:val="20"/>
          <w:lang w:val="ca-ES"/>
        </w:rPr>
        <w:t>". La temporada passada, les fi</w:t>
      </w:r>
      <w:r w:rsidR="002B08A2" w:rsidRPr="00E67168">
        <w:rPr>
          <w:rFonts w:ascii="Arial" w:hAnsi="Arial"/>
          <w:sz w:val="20"/>
          <w:szCs w:val="20"/>
          <w:lang w:val="ca-ES"/>
        </w:rPr>
        <w:t>nals de SBX es van disputar a La</w:t>
      </w:r>
      <w:r w:rsidRPr="00E67168">
        <w:rPr>
          <w:rFonts w:ascii="Arial" w:hAnsi="Arial"/>
          <w:sz w:val="20"/>
          <w:szCs w:val="20"/>
          <w:lang w:val="ca-ES"/>
        </w:rPr>
        <w:t xml:space="preserve"> Molina i "ara hem despertat l'interès de l'estació aranesa per promocionar-se a través de l'alta competició. És de valorar la feina que ha fet la RFEDI durant aquest any i mig per convèncer les estacions que la Federació està aquí per aportar ajuda, promocionar i innovar, agafats de la mà</w:t>
      </w:r>
      <w:r w:rsidR="002B08A2" w:rsidRPr="00E67168">
        <w:rPr>
          <w:rFonts w:ascii="Arial" w:hAnsi="Arial"/>
          <w:sz w:val="20"/>
          <w:szCs w:val="20"/>
          <w:lang w:val="ca-ES"/>
        </w:rPr>
        <w:t xml:space="preserve"> amb</w:t>
      </w:r>
      <w:r w:rsidRPr="00E67168">
        <w:rPr>
          <w:rFonts w:ascii="Arial" w:hAnsi="Arial"/>
          <w:sz w:val="20"/>
          <w:szCs w:val="20"/>
          <w:lang w:val="ca-ES"/>
        </w:rPr>
        <w:t xml:space="preserve"> le</w:t>
      </w:r>
      <w:r w:rsidR="002B08A2" w:rsidRPr="00E67168">
        <w:rPr>
          <w:rFonts w:ascii="Arial" w:hAnsi="Arial"/>
          <w:sz w:val="20"/>
          <w:szCs w:val="20"/>
          <w:lang w:val="ca-ES"/>
        </w:rPr>
        <w:t>s estacions d'esquí espanyoles”.</w:t>
      </w:r>
    </w:p>
    <w:p w14:paraId="6D89C4BF" w14:textId="72D0EEBB" w:rsidR="00987D3E" w:rsidRPr="00E67168" w:rsidRDefault="00987D3E" w:rsidP="00987D3E">
      <w:pPr>
        <w:spacing w:before="100" w:beforeAutospacing="1" w:after="100" w:afterAutospacing="1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També ha tingut la seva paraula el director comercial de l'estació protagonista, </w:t>
      </w:r>
      <w:r w:rsidRPr="00E67168">
        <w:rPr>
          <w:rFonts w:ascii="Arial" w:hAnsi="Arial"/>
          <w:b/>
          <w:sz w:val="20"/>
          <w:szCs w:val="20"/>
          <w:lang w:val="ca-ES"/>
        </w:rPr>
        <w:t xml:space="preserve">Xavi </w:t>
      </w:r>
      <w:proofErr w:type="spellStart"/>
      <w:r w:rsidRPr="00E67168">
        <w:rPr>
          <w:rFonts w:ascii="Arial" w:hAnsi="Arial"/>
          <w:b/>
          <w:sz w:val="20"/>
          <w:szCs w:val="20"/>
          <w:lang w:val="ca-ES"/>
        </w:rPr>
        <w:t>Ubeira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>, que ha destacat que "organitzar una Copa del Món és una oportunitat molt important per a Baqueira Beret. Inicialment la prova era a càrrec de La Molina i es va traslladar a Val d'Aran, fet que demostra la bona relació entre les estacions d'esquí a través d’ATUDEM i de l'Associació Catalana d'Esquí i Activitats de Muntanya (ACEM) i la disponibilitat que tenim entre tots" i ha afegit "organitzar un esdeveniment d'aquestes dimensions era una tasca pendent que tenia la nostra estació i el repte s'ha presentat a més tenint en Lucas com a reclam que ens pot donar molta visibilitat".</w:t>
      </w:r>
    </w:p>
    <w:p w14:paraId="403C2799" w14:textId="39D3E914" w:rsidR="00F157D9" w:rsidRPr="00E67168" w:rsidRDefault="00F157D9" w:rsidP="00971DB6">
      <w:pPr>
        <w:spacing w:before="100" w:beforeAutospacing="1" w:after="100" w:afterAutospacing="1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E67168">
        <w:rPr>
          <w:rFonts w:ascii="Arial" w:hAnsi="Arial"/>
          <w:b/>
          <w:sz w:val="20"/>
          <w:szCs w:val="20"/>
          <w:lang w:val="ca-ES"/>
        </w:rPr>
        <w:t>Un traçat espectacular</w:t>
      </w:r>
    </w:p>
    <w:p w14:paraId="03E22AAB" w14:textId="3A75A30C" w:rsidR="00130964" w:rsidRPr="00E67168" w:rsidRDefault="00F157D9" w:rsidP="00130964">
      <w:pPr>
        <w:spacing w:before="100" w:beforeAutospacing="1" w:after="100" w:afterAutospacing="1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La construcció del traçat, a càrrec del dissenyador designat per la FIS, Nick Roma, s'està treballant durant les tres setmanes anteriors a l'esdeveniment.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Ubeira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ha explicat que "el circuit està a la zona on ja tenim situada la pista anomenada "Boardercross", però ha hagut molt moviment de neu. Hem produït molta neu, a més</w:t>
      </w:r>
      <w:r w:rsidR="00F62E3B" w:rsidRPr="00E67168">
        <w:rPr>
          <w:rFonts w:ascii="Arial" w:hAnsi="Arial"/>
          <w:sz w:val="20"/>
          <w:szCs w:val="20"/>
          <w:lang w:val="ca-ES"/>
        </w:rPr>
        <w:t>,</w:t>
      </w:r>
      <w:r w:rsidRPr="00E67168">
        <w:rPr>
          <w:rFonts w:ascii="Arial" w:hAnsi="Arial"/>
          <w:sz w:val="20"/>
          <w:szCs w:val="20"/>
          <w:lang w:val="ca-ES"/>
        </w:rPr>
        <w:t xml:space="preserve"> ha nevat copios</w:t>
      </w:r>
      <w:r w:rsidR="00F62E3B" w:rsidRPr="00E67168">
        <w:rPr>
          <w:rFonts w:ascii="Arial" w:hAnsi="Arial"/>
          <w:sz w:val="20"/>
          <w:szCs w:val="20"/>
          <w:lang w:val="ca-ES"/>
        </w:rPr>
        <w:t>ament els últims dies i tenim 3 màquines treballant</w:t>
      </w:r>
      <w:r w:rsidRPr="00E67168">
        <w:rPr>
          <w:rFonts w:ascii="Arial" w:hAnsi="Arial"/>
          <w:sz w:val="20"/>
          <w:szCs w:val="20"/>
          <w:lang w:val="ca-ES"/>
        </w:rPr>
        <w:t>"</w:t>
      </w:r>
      <w:r w:rsidR="00F62E3B" w:rsidRPr="00E67168">
        <w:rPr>
          <w:rFonts w:ascii="Arial" w:hAnsi="Arial"/>
          <w:sz w:val="20"/>
          <w:szCs w:val="20"/>
          <w:lang w:val="ca-ES"/>
        </w:rPr>
        <w:t>. P</w:t>
      </w:r>
      <w:r w:rsidRPr="00E67168">
        <w:rPr>
          <w:rFonts w:ascii="Arial" w:hAnsi="Arial"/>
          <w:sz w:val="20"/>
          <w:szCs w:val="20"/>
          <w:lang w:val="ca-ES"/>
        </w:rPr>
        <w:t>el que fa a les fun</w:t>
      </w:r>
      <w:r w:rsidR="00F62E3B" w:rsidRPr="00E67168">
        <w:rPr>
          <w:rFonts w:ascii="Arial" w:hAnsi="Arial"/>
          <w:sz w:val="20"/>
          <w:szCs w:val="20"/>
          <w:lang w:val="ca-ES"/>
        </w:rPr>
        <w:t>cions de Roma, ha destacat que "</w:t>
      </w:r>
      <w:r w:rsidRPr="00E67168">
        <w:rPr>
          <w:rFonts w:ascii="Arial" w:hAnsi="Arial"/>
          <w:sz w:val="20"/>
          <w:szCs w:val="20"/>
          <w:lang w:val="ca-ES"/>
        </w:rPr>
        <w:t>ja va dissenyar un pla previ,</w:t>
      </w:r>
      <w:r w:rsidR="00F62E3B" w:rsidRPr="00E67168">
        <w:rPr>
          <w:rFonts w:ascii="Arial" w:hAnsi="Arial"/>
          <w:sz w:val="20"/>
          <w:szCs w:val="20"/>
          <w:lang w:val="ca-ES"/>
        </w:rPr>
        <w:t xml:space="preserve"> però està ultimant els detalls</w:t>
      </w:r>
      <w:r w:rsidRPr="00E67168">
        <w:rPr>
          <w:rFonts w:ascii="Arial" w:hAnsi="Arial"/>
          <w:sz w:val="20"/>
          <w:szCs w:val="20"/>
          <w:lang w:val="ca-ES"/>
        </w:rPr>
        <w:t>".</w:t>
      </w:r>
    </w:p>
    <w:p w14:paraId="168B95AD" w14:textId="3894AB1F" w:rsidR="00130964" w:rsidRPr="00E67168" w:rsidRDefault="00130964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El traçat, situat a la zona del Blanhiblar de Beret a la pista anomenada "Boardercross" tindrà un desnivell de 147 metres i una longitud de 900 metres. Els primers 300 metres des de la sortida seran en línia recta amb mòduls,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dubbies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i salts i serà la zona on els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riders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aniran més junts. Després de la primera corba amb peralt a la dreta seguiran 200 metres més amb un salt fins a la següent corba i peralt a l'esquerra. En els últims 400 m fins a la meta es construiran dues corbes més amb una recta final en què hi hauran salts i més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dubbies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on es veuran les lluites finals pel podi.</w:t>
      </w:r>
    </w:p>
    <w:p w14:paraId="1B789D83" w14:textId="77777777" w:rsidR="00FE1259" w:rsidRPr="00E67168" w:rsidRDefault="00FE1259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090360DF" w14:textId="161A2DCD" w:rsidR="0069652C" w:rsidRPr="00E67168" w:rsidRDefault="0069652C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Tot estarà a punt dijous 17 de març, quan el responsable FIS de Snowboard, l'austríac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Uwe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Beier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, i el Delegat Tècnic de les proves designat per la FIS, el rus Denis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Zezin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>, validaran el traçat. A més, es col·locaran uns 2.000 metres de xarxa de seguretat i 3.000 m més de xarxa perimetral.</w:t>
      </w:r>
    </w:p>
    <w:p w14:paraId="15A6D64D" w14:textId="4721D389" w:rsidR="0069652C" w:rsidRPr="00E67168" w:rsidRDefault="0069652C" w:rsidP="0069652C">
      <w:pPr>
        <w:spacing w:before="100" w:beforeAutospacing="1" w:after="100" w:afterAutospacing="1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b/>
          <w:sz w:val="20"/>
          <w:szCs w:val="20"/>
          <w:lang w:val="ca-ES"/>
        </w:rPr>
        <w:t xml:space="preserve">Els millors </w:t>
      </w:r>
      <w:r w:rsidR="003D18A2" w:rsidRPr="00E67168">
        <w:rPr>
          <w:rFonts w:ascii="Arial" w:hAnsi="Arial"/>
          <w:b/>
          <w:sz w:val="20"/>
          <w:szCs w:val="20"/>
          <w:lang w:val="ca-ES"/>
        </w:rPr>
        <w:t xml:space="preserve">snowboarders del </w:t>
      </w:r>
      <w:r w:rsidRPr="00E67168">
        <w:rPr>
          <w:rFonts w:ascii="Arial" w:hAnsi="Arial"/>
          <w:b/>
          <w:sz w:val="20"/>
          <w:szCs w:val="20"/>
          <w:lang w:val="ca-ES"/>
        </w:rPr>
        <w:t>món</w:t>
      </w:r>
    </w:p>
    <w:p w14:paraId="3C77F6CE" w14:textId="42E90543" w:rsidR="0069652C" w:rsidRPr="00E67168" w:rsidRDefault="0069652C" w:rsidP="003D18A2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Per a aquesta cita mundial, es concentraran a la Val d'Aran els millors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riders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, entre els quals destaquen el francès Pierre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Vaultier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, actual líder del circuit i campió olímpic amb 4.640 punts, l'austríac Alessandro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Haemmerle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(3440 punts), el rus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Nikolay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Olyunin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(3060 punts), l'espanyol Lucas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Eguibar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(2766 punts), el nord-americà Nick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Baumgartner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(2306 punts) i l'australià, Alex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Pullin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(2163 punts). En la categoria femenina, la italiana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Michela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Moioli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és la favorita, amb 4650 punts, seguida per la txeca Eva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Samkova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(4260 punts), les franceses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Nelly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Moenne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Loccoz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(3720 punts) i Chloe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Trespeuch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(3660), l'australiana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Belle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Brockhoff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(3460 ) i la nord-americana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Lindsey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Jacobellis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(3410).</w:t>
      </w:r>
    </w:p>
    <w:p w14:paraId="067878AC" w14:textId="02F9FD5C" w:rsidR="00882068" w:rsidRPr="00E67168" w:rsidRDefault="00882068" w:rsidP="00882068">
      <w:pPr>
        <w:spacing w:before="100" w:beforeAutospacing="1" w:after="100" w:afterAutospacing="1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L’snowboard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cross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és un esport espectacular i dels pocs sobre neu en el qual hi ha el contacte físic. Els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riders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baixen en grups de 4 (o de 6, depenent del circuit) i els dos primers de cada màniga passen a la següent eliminatòria. Consta de diverses rondes eliminatòries (vuitens de final, quarts de final, semifinals i finals) on els més ràpids aconsegueixen arribar a la gran final i la final de consolació per decidir els llocs del 1r al 8è.</w:t>
      </w:r>
    </w:p>
    <w:p w14:paraId="4B7974BC" w14:textId="0AE5C093" w:rsidR="00882068" w:rsidRPr="00E67168" w:rsidRDefault="00882068" w:rsidP="003D18A2">
      <w:pPr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E67168">
        <w:rPr>
          <w:rFonts w:ascii="Arial" w:hAnsi="Arial"/>
          <w:b/>
          <w:sz w:val="20"/>
          <w:szCs w:val="20"/>
          <w:lang w:val="ca-ES"/>
        </w:rPr>
        <w:t>Un Village a meta amb molta animació</w:t>
      </w:r>
    </w:p>
    <w:p w14:paraId="3CA0FF49" w14:textId="77777777" w:rsidR="00882068" w:rsidRPr="00E67168" w:rsidRDefault="00882068" w:rsidP="00E67168">
      <w:pPr>
        <w:jc w:val="both"/>
        <w:rPr>
          <w:rFonts w:ascii="Arial" w:hAnsi="Arial"/>
          <w:sz w:val="20"/>
          <w:szCs w:val="20"/>
          <w:lang w:val="ca-ES"/>
        </w:rPr>
      </w:pPr>
    </w:p>
    <w:p w14:paraId="076E73BB" w14:textId="3C5ADFDB" w:rsidR="00882068" w:rsidRPr="00E67168" w:rsidRDefault="00882068" w:rsidP="003D18A2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Per al divendres d'entrenaments, el dissabte de classificatòries i les finals de diumenge, està tot dissenyat perquè els espectadors que </w:t>
      </w:r>
      <w:r w:rsidR="00E67168" w:rsidRPr="00E67168">
        <w:rPr>
          <w:rFonts w:ascii="Arial" w:hAnsi="Arial"/>
          <w:sz w:val="20"/>
          <w:szCs w:val="20"/>
          <w:lang w:val="ca-ES"/>
        </w:rPr>
        <w:t>assisteixin</w:t>
      </w:r>
      <w:r w:rsidRPr="00E67168">
        <w:rPr>
          <w:rFonts w:ascii="Arial" w:hAnsi="Arial"/>
          <w:sz w:val="20"/>
          <w:szCs w:val="20"/>
          <w:lang w:val="ca-ES"/>
        </w:rPr>
        <w:t xml:space="preserve"> a l'esdeveniment gaudeixin d'una autèntica festa. Per a això s'han preparat diverses activitats i animacions paral·leles que tindran lloc en un Village instal·lat a peu de pistes. Es podran trobar fins a una dotzena de carpes de diferents marques per mostrar al públic les últimes novetats en material i hi haurà estands per oferir degustacions de brou, refrescos i tapes de productes originals aranesos, a més de gaudir de bona música en directe mentre se segueix l'espectacularitat l'esport d'elit. El </w:t>
      </w:r>
      <w:proofErr w:type="spellStart"/>
      <w:r w:rsidR="00E67168" w:rsidRPr="00E67168">
        <w:rPr>
          <w:rFonts w:ascii="Arial" w:hAnsi="Arial"/>
          <w:sz w:val="20"/>
          <w:szCs w:val="20"/>
          <w:lang w:val="ca-ES"/>
        </w:rPr>
        <w:t>Conselh</w:t>
      </w:r>
      <w:proofErr w:type="spellEnd"/>
      <w:r w:rsidR="00E67168" w:rsidRPr="00E67168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="00E67168" w:rsidRPr="00E67168">
        <w:rPr>
          <w:rFonts w:ascii="Arial" w:hAnsi="Arial"/>
          <w:sz w:val="20"/>
          <w:szCs w:val="20"/>
          <w:lang w:val="ca-ES"/>
        </w:rPr>
        <w:t>Generau</w:t>
      </w:r>
      <w:proofErr w:type="spellEnd"/>
      <w:r w:rsidR="00E67168" w:rsidRPr="00E67168">
        <w:rPr>
          <w:rFonts w:ascii="Arial" w:hAnsi="Arial"/>
          <w:sz w:val="20"/>
          <w:szCs w:val="20"/>
          <w:lang w:val="ca-ES"/>
        </w:rPr>
        <w:t xml:space="preserve"> d’Aran </w:t>
      </w:r>
      <w:r w:rsidRPr="00E67168">
        <w:rPr>
          <w:rFonts w:ascii="Arial" w:hAnsi="Arial"/>
          <w:sz w:val="20"/>
          <w:szCs w:val="20"/>
          <w:lang w:val="ca-ES"/>
        </w:rPr>
        <w:t xml:space="preserve">realitzarà la tradicional </w:t>
      </w:r>
      <w:r w:rsidR="00E67168" w:rsidRPr="00E67168">
        <w:rPr>
          <w:rFonts w:ascii="Arial" w:hAnsi="Arial"/>
          <w:sz w:val="20"/>
          <w:szCs w:val="20"/>
          <w:lang w:val="ca-ES"/>
        </w:rPr>
        <w:t xml:space="preserve">Era </w:t>
      </w:r>
      <w:proofErr w:type="spellStart"/>
      <w:r w:rsidR="00E67168" w:rsidRPr="00E67168">
        <w:rPr>
          <w:rFonts w:ascii="Arial" w:hAnsi="Arial"/>
          <w:sz w:val="20"/>
          <w:szCs w:val="20"/>
          <w:lang w:val="ca-ES"/>
        </w:rPr>
        <w:t>Olhada</w:t>
      </w:r>
      <w:proofErr w:type="spellEnd"/>
      <w:r w:rsidR="00E67168" w:rsidRPr="00E67168">
        <w:rPr>
          <w:rFonts w:ascii="Arial" w:hAnsi="Arial"/>
          <w:sz w:val="20"/>
          <w:szCs w:val="20"/>
          <w:lang w:val="ca-ES"/>
        </w:rPr>
        <w:t xml:space="preserve"> </w:t>
      </w:r>
      <w:r w:rsidRPr="00E67168">
        <w:rPr>
          <w:rFonts w:ascii="Arial" w:hAnsi="Arial"/>
          <w:sz w:val="20"/>
          <w:szCs w:val="20"/>
          <w:lang w:val="ca-ES"/>
        </w:rPr>
        <w:t>(degustació d'olla aranesa) al Village</w:t>
      </w:r>
    </w:p>
    <w:p w14:paraId="507CB661" w14:textId="77777777" w:rsidR="003D18A2" w:rsidRPr="00E67168" w:rsidRDefault="003D18A2" w:rsidP="003D18A2">
      <w:pPr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130BD372" w14:textId="0A7C29F4" w:rsidR="00E67168" w:rsidRPr="00E67168" w:rsidRDefault="00E67168" w:rsidP="003D18A2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>Diumenge 20 de març, a les 14.30h després de la cerimònia de lliurament de premis, se celebrarà la festa de cloenda on hi haurà un DJ convidat i moltes sorpreses.</w:t>
      </w:r>
    </w:p>
    <w:p w14:paraId="2BBAE15D" w14:textId="78A5ED07" w:rsidR="00E67168" w:rsidRPr="00E67168" w:rsidRDefault="00E67168" w:rsidP="00E67168">
      <w:pPr>
        <w:spacing w:before="100" w:beforeAutospacing="1" w:after="100" w:afterAutospacing="1"/>
        <w:ind w:firstLine="708"/>
        <w:jc w:val="both"/>
        <w:rPr>
          <w:rFonts w:ascii="Arial" w:hAnsi="Arial"/>
          <w:b/>
          <w:sz w:val="20"/>
          <w:szCs w:val="20"/>
          <w:lang w:val="ca-ES"/>
        </w:rPr>
      </w:pPr>
      <w:r w:rsidRPr="00E67168">
        <w:rPr>
          <w:rFonts w:ascii="Arial" w:hAnsi="Arial"/>
          <w:b/>
          <w:sz w:val="20"/>
          <w:szCs w:val="20"/>
          <w:lang w:val="ca-ES"/>
        </w:rPr>
        <w:t>Organi</w:t>
      </w:r>
      <w:r>
        <w:rPr>
          <w:rFonts w:ascii="Arial" w:hAnsi="Arial"/>
          <w:b/>
          <w:sz w:val="20"/>
          <w:szCs w:val="20"/>
          <w:lang w:val="ca-ES"/>
        </w:rPr>
        <w:t>t</w:t>
      </w:r>
      <w:r w:rsidRPr="00E67168">
        <w:rPr>
          <w:rFonts w:ascii="Arial" w:hAnsi="Arial"/>
          <w:b/>
          <w:sz w:val="20"/>
          <w:szCs w:val="20"/>
          <w:lang w:val="ca-ES"/>
        </w:rPr>
        <w:t>zació</w:t>
      </w:r>
    </w:p>
    <w:p w14:paraId="3B648640" w14:textId="4EBF1CEE" w:rsidR="00E67168" w:rsidRPr="00E67168" w:rsidRDefault="00E67168" w:rsidP="00766A82">
      <w:pPr>
        <w:spacing w:before="100" w:beforeAutospacing="1" w:after="100" w:afterAutospacing="1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L'estació de la Val d'Aran organitzarà l'esdeveniment conjuntament amb la Real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Federación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Española Deportes de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Invierno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i les institucions locals i compta amb el suport d'un comitè organitzador molt actiu format per la pròpia estació, el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Conselh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Generau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d’Aran, RFEDI, l'ajuntament de Naut Aran a més d'institucions locals, autonòmiques i estatals. D'altra banda, també s'han bolcat patrocinant la Copa del Món marques com Catalana Occidente i la marca turística Val d’Aran.</w:t>
      </w:r>
    </w:p>
    <w:p w14:paraId="4AACEB62" w14:textId="10B00203" w:rsidR="007C1F42" w:rsidRPr="00E67168" w:rsidRDefault="00E67168" w:rsidP="00E760E4">
      <w:pPr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E67168">
        <w:rPr>
          <w:rFonts w:ascii="Arial" w:hAnsi="Arial"/>
          <w:b/>
          <w:sz w:val="20"/>
          <w:szCs w:val="20"/>
          <w:lang w:val="ca-ES"/>
        </w:rPr>
        <w:t>Contacte</w:t>
      </w:r>
      <w:r w:rsidR="007C1F42" w:rsidRPr="00E67168">
        <w:rPr>
          <w:rFonts w:ascii="Arial" w:hAnsi="Arial"/>
          <w:b/>
          <w:sz w:val="20"/>
          <w:szCs w:val="20"/>
          <w:lang w:val="ca-ES"/>
        </w:rPr>
        <w:t>s</w:t>
      </w:r>
    </w:p>
    <w:p w14:paraId="79C80E5B" w14:textId="77777777" w:rsidR="00E67168" w:rsidRPr="00E67168" w:rsidRDefault="00E67168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66CEE285" w14:textId="61363247" w:rsidR="007C1F42" w:rsidRPr="00E67168" w:rsidRDefault="00E67168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>Departament de Prem</w:t>
      </w:r>
      <w:r w:rsidR="007C1F42" w:rsidRPr="00E67168">
        <w:rPr>
          <w:rFonts w:ascii="Arial" w:hAnsi="Arial"/>
          <w:sz w:val="20"/>
          <w:szCs w:val="20"/>
          <w:lang w:val="ca-ES"/>
        </w:rPr>
        <w:t>sa:</w:t>
      </w:r>
    </w:p>
    <w:p w14:paraId="0ADBC255" w14:textId="77777777" w:rsidR="00E67168" w:rsidRPr="00E67168" w:rsidRDefault="00E67168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29D4F2F1" w14:textId="18392F68" w:rsidR="007C1F42" w:rsidRPr="00E67168" w:rsidRDefault="00E67168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u w:val="single"/>
          <w:lang w:val="ca-ES"/>
        </w:rPr>
        <w:t>Continguts</w:t>
      </w:r>
      <w:r w:rsidR="007C1F42" w:rsidRPr="00E67168">
        <w:rPr>
          <w:rFonts w:ascii="Arial" w:hAnsi="Arial"/>
          <w:sz w:val="20"/>
          <w:szCs w:val="20"/>
          <w:lang w:val="ca-ES"/>
        </w:rPr>
        <w:t>:</w:t>
      </w:r>
    </w:p>
    <w:p w14:paraId="6978CD3B" w14:textId="293C16B1" w:rsidR="007C1F42" w:rsidRPr="00E67168" w:rsidRDefault="00086543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>Toti Rosselló</w:t>
      </w:r>
    </w:p>
    <w:p w14:paraId="5A664DCA" w14:textId="77777777" w:rsidR="007C1F42" w:rsidRPr="00E67168" w:rsidRDefault="00CC1B6E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hyperlink r:id="rId9" w:history="1">
        <w:r w:rsidR="007C1F42" w:rsidRPr="00E67168">
          <w:rPr>
            <w:rStyle w:val="Hipervnculo"/>
            <w:rFonts w:ascii="Arial" w:hAnsi="Arial"/>
            <w:sz w:val="20"/>
            <w:szCs w:val="20"/>
            <w:lang w:val="ca-ES"/>
          </w:rPr>
          <w:t>media@baqueira.es</w:t>
        </w:r>
      </w:hyperlink>
    </w:p>
    <w:p w14:paraId="21C313CE" w14:textId="77777777" w:rsidR="007C1F42" w:rsidRPr="00E67168" w:rsidRDefault="007C1F42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>+34 670 763 555</w:t>
      </w:r>
    </w:p>
    <w:p w14:paraId="53DB7C02" w14:textId="77777777" w:rsidR="007C1F42" w:rsidRPr="00E67168" w:rsidRDefault="007C1F42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26313F15" w14:textId="35ACC18E" w:rsidR="007C1F42" w:rsidRPr="00E67168" w:rsidRDefault="00E67168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u w:val="single"/>
          <w:lang w:val="ca-ES"/>
        </w:rPr>
        <w:t>Acreditacions prem</w:t>
      </w:r>
      <w:r w:rsidR="007C1F42" w:rsidRPr="00E67168">
        <w:rPr>
          <w:rFonts w:ascii="Arial" w:hAnsi="Arial"/>
          <w:sz w:val="20"/>
          <w:szCs w:val="20"/>
          <w:u w:val="single"/>
          <w:lang w:val="ca-ES"/>
        </w:rPr>
        <w:t>sa</w:t>
      </w:r>
      <w:r w:rsidR="007C1F42" w:rsidRPr="00E67168">
        <w:rPr>
          <w:rFonts w:ascii="Arial" w:hAnsi="Arial"/>
          <w:sz w:val="20"/>
          <w:szCs w:val="20"/>
          <w:lang w:val="ca-ES"/>
        </w:rPr>
        <w:t>:</w:t>
      </w:r>
    </w:p>
    <w:p w14:paraId="4A4DC0C0" w14:textId="77777777" w:rsidR="007C1F42" w:rsidRPr="00E67168" w:rsidRDefault="007C1F42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 xml:space="preserve">Xènia 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Fortea</w:t>
      </w:r>
      <w:proofErr w:type="spellEnd"/>
    </w:p>
    <w:p w14:paraId="23E86177" w14:textId="77777777" w:rsidR="007C1F42" w:rsidRPr="00E67168" w:rsidRDefault="00CC1B6E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hyperlink r:id="rId10" w:history="1">
        <w:r w:rsidR="007C1F42" w:rsidRPr="00E67168">
          <w:rPr>
            <w:rStyle w:val="Hipervnculo"/>
            <w:rFonts w:ascii="Arial" w:hAnsi="Arial"/>
            <w:sz w:val="20"/>
            <w:szCs w:val="20"/>
            <w:lang w:val="ca-ES"/>
          </w:rPr>
          <w:t>xfortea@xcommunication.es</w:t>
        </w:r>
      </w:hyperlink>
    </w:p>
    <w:p w14:paraId="24EFD24C" w14:textId="77777777" w:rsidR="007C1F42" w:rsidRPr="00E67168" w:rsidRDefault="007C1F42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>+34 607 754 170</w:t>
      </w:r>
    </w:p>
    <w:p w14:paraId="1F636CB4" w14:textId="77777777" w:rsidR="007C1F42" w:rsidRPr="00E67168" w:rsidRDefault="007C1F42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444DE69E" w14:textId="77777777" w:rsidR="007C1F42" w:rsidRPr="00E67168" w:rsidRDefault="007C1F42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u w:val="single"/>
          <w:lang w:val="ca-ES"/>
        </w:rPr>
        <w:t>General Baqueira</w:t>
      </w:r>
      <w:r w:rsidRPr="00E67168">
        <w:rPr>
          <w:rFonts w:ascii="Arial" w:hAnsi="Arial"/>
          <w:sz w:val="20"/>
          <w:szCs w:val="20"/>
          <w:lang w:val="ca-ES"/>
        </w:rPr>
        <w:t>:</w:t>
      </w:r>
    </w:p>
    <w:p w14:paraId="7B952232" w14:textId="77777777" w:rsidR="007C1F42" w:rsidRPr="00E67168" w:rsidRDefault="007C1F42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proofErr w:type="spellStart"/>
      <w:r w:rsidRPr="00E67168">
        <w:rPr>
          <w:rFonts w:ascii="Arial" w:hAnsi="Arial"/>
          <w:sz w:val="20"/>
          <w:szCs w:val="20"/>
          <w:lang w:val="ca-ES"/>
        </w:rPr>
        <w:t>Josi</w:t>
      </w:r>
      <w:proofErr w:type="spellEnd"/>
      <w:r w:rsidRPr="00E67168">
        <w:rPr>
          <w:rFonts w:ascii="Arial" w:hAnsi="Arial"/>
          <w:sz w:val="20"/>
          <w:szCs w:val="20"/>
          <w:lang w:val="ca-ES"/>
        </w:rPr>
        <w:t xml:space="preserve"> Martínez</w:t>
      </w:r>
    </w:p>
    <w:p w14:paraId="234DE076" w14:textId="77777777" w:rsidR="007C1F42" w:rsidRPr="00E67168" w:rsidRDefault="00CC1B6E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hyperlink r:id="rId11" w:history="1">
        <w:r w:rsidR="007C1F42" w:rsidRPr="00E67168">
          <w:rPr>
            <w:rStyle w:val="Hipervnculo"/>
            <w:rFonts w:ascii="Arial" w:hAnsi="Arial"/>
            <w:sz w:val="20"/>
            <w:szCs w:val="20"/>
            <w:lang w:val="ca-ES"/>
          </w:rPr>
          <w:t>prensa@baqueira.es</w:t>
        </w:r>
      </w:hyperlink>
    </w:p>
    <w:p w14:paraId="7DA8D1ED" w14:textId="77777777" w:rsidR="007C1F42" w:rsidRPr="00E67168" w:rsidRDefault="007C1F42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>+34 973 639 044 /+34 932 049 557</w:t>
      </w:r>
    </w:p>
    <w:p w14:paraId="508A60BD" w14:textId="77777777" w:rsidR="007C1F42" w:rsidRPr="00E67168" w:rsidRDefault="007C1F42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67AE2560" w14:textId="35BA1876" w:rsidR="007C1F42" w:rsidRPr="00E67168" w:rsidRDefault="00E67168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>Mé</w:t>
      </w:r>
      <w:r w:rsidR="007C1F42" w:rsidRPr="00E67168">
        <w:rPr>
          <w:rFonts w:ascii="Arial" w:hAnsi="Arial"/>
          <w:sz w:val="20"/>
          <w:szCs w:val="20"/>
          <w:lang w:val="ca-ES"/>
        </w:rPr>
        <w:t>s info</w:t>
      </w:r>
      <w:r w:rsidRPr="00E67168">
        <w:rPr>
          <w:rFonts w:ascii="Arial" w:hAnsi="Arial"/>
          <w:sz w:val="20"/>
          <w:szCs w:val="20"/>
          <w:lang w:val="ca-ES"/>
        </w:rPr>
        <w:t>rmació</w:t>
      </w:r>
      <w:r w:rsidR="007C1F42" w:rsidRPr="00E67168">
        <w:rPr>
          <w:rFonts w:ascii="Arial" w:hAnsi="Arial"/>
          <w:sz w:val="20"/>
          <w:szCs w:val="20"/>
          <w:lang w:val="ca-ES"/>
        </w:rPr>
        <w:t>:</w:t>
      </w:r>
    </w:p>
    <w:p w14:paraId="1EDCB13D" w14:textId="77777777" w:rsidR="007C1F42" w:rsidRPr="00E67168" w:rsidRDefault="00CC1B6E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hyperlink r:id="rId12" w:history="1">
        <w:r w:rsidR="007C1F42" w:rsidRPr="00E67168">
          <w:rPr>
            <w:rStyle w:val="Hipervnculo"/>
            <w:rFonts w:ascii="Arial" w:hAnsi="Arial"/>
            <w:sz w:val="20"/>
            <w:szCs w:val="20"/>
            <w:lang w:val="ca-ES"/>
          </w:rPr>
          <w:t>www.baqueira.es</w:t>
        </w:r>
      </w:hyperlink>
    </w:p>
    <w:p w14:paraId="31DC8696" w14:textId="31987DDB" w:rsidR="007C1F42" w:rsidRPr="00E67168" w:rsidRDefault="007C1F42" w:rsidP="00E760E4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E67168">
        <w:rPr>
          <w:rFonts w:ascii="Arial" w:hAnsi="Arial"/>
          <w:sz w:val="20"/>
          <w:szCs w:val="20"/>
          <w:lang w:val="ca-ES"/>
        </w:rPr>
        <w:t>#</w:t>
      </w:r>
      <w:proofErr w:type="spellStart"/>
      <w:r w:rsidRPr="00E67168">
        <w:rPr>
          <w:rFonts w:ascii="Arial" w:hAnsi="Arial"/>
          <w:sz w:val="20"/>
          <w:szCs w:val="20"/>
          <w:lang w:val="ca-ES"/>
        </w:rPr>
        <w:t>baqueirasbx</w:t>
      </w:r>
      <w:proofErr w:type="spellEnd"/>
    </w:p>
    <w:p w14:paraId="74240075" w14:textId="77777777" w:rsidR="007C1F42" w:rsidRPr="00C4142B" w:rsidRDefault="007C1F42" w:rsidP="00E760E4">
      <w:pPr>
        <w:ind w:left="709"/>
        <w:rPr>
          <w:rFonts w:ascii="Arial" w:hAnsi="Arial"/>
          <w:b/>
          <w:sz w:val="20"/>
          <w:szCs w:val="20"/>
        </w:rPr>
      </w:pPr>
    </w:p>
    <w:sectPr w:rsidR="007C1F42" w:rsidRPr="00C4142B" w:rsidSect="00804000">
      <w:headerReference w:type="even" r:id="rId13"/>
      <w:headerReference w:type="default" r:id="rId14"/>
      <w:footerReference w:type="default" r:id="rId15"/>
      <w:pgSz w:w="11900" w:h="16840"/>
      <w:pgMar w:top="2977" w:right="851" w:bottom="2836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A22F7" w14:textId="77777777" w:rsidR="00F157D9" w:rsidRDefault="00F157D9" w:rsidP="00BA3142">
      <w:r>
        <w:separator/>
      </w:r>
    </w:p>
  </w:endnote>
  <w:endnote w:type="continuationSeparator" w:id="0">
    <w:p w14:paraId="1ABC738D" w14:textId="77777777" w:rsidR="00F157D9" w:rsidRDefault="00F157D9" w:rsidP="00BA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5E08A" w14:textId="77777777" w:rsidR="00F157D9" w:rsidRDefault="00F157D9">
    <w:pPr>
      <w:pStyle w:val="Piedepgina"/>
    </w:pPr>
    <w:r>
      <w:rPr>
        <w:noProof/>
        <w:lang w:val="es-ES"/>
      </w:rPr>
      <w:drawing>
        <wp:inline distT="0" distB="0" distL="0" distR="0" wp14:anchorId="19E57B55" wp14:editId="13B92919">
          <wp:extent cx="6471920" cy="1137920"/>
          <wp:effectExtent l="0" t="0" r="5080" b="5080"/>
          <wp:docPr id="4" name="Imagen 4" descr="HD:FEINES:BAQUEIRA 16/17:World Cup Snowboard:Plantilla_WORD:Peu p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:FEINES:BAQUEIRA 16/17:World Cup Snowboard:Plantilla_WORD:Peu pag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192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BCAC3" w14:textId="77777777" w:rsidR="00F157D9" w:rsidRDefault="00F157D9" w:rsidP="00BA3142">
      <w:r>
        <w:separator/>
      </w:r>
    </w:p>
  </w:footnote>
  <w:footnote w:type="continuationSeparator" w:id="0">
    <w:p w14:paraId="38FF660E" w14:textId="77777777" w:rsidR="00F157D9" w:rsidRDefault="00F157D9" w:rsidP="00BA31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133F5" w14:textId="77777777" w:rsidR="00F157D9" w:rsidRDefault="00F157D9" w:rsidP="00BA3142">
    <w:pPr>
      <w:pStyle w:val="Encabezado"/>
      <w:tabs>
        <w:tab w:val="clear" w:pos="4252"/>
        <w:tab w:val="clear" w:pos="8504"/>
        <w:tab w:val="center" w:pos="5099"/>
        <w:tab w:val="right" w:pos="10198"/>
      </w:tabs>
    </w:pPr>
    <w:r>
      <w:rPr>
        <w:lang w:val="es-ES"/>
      </w:rPr>
      <w:t>[Escriba texto]</w:t>
    </w:r>
    <w:r>
      <w:rPr>
        <w:lang w:val="es-ES"/>
      </w:rPr>
      <w:tab/>
      <w:t>[Escriba texto]</w:t>
    </w:r>
    <w:r>
      <w:rPr>
        <w:lang w:val="es-ES"/>
      </w:rPr>
      <w:tab/>
      <w:t>[Escriba texto]</w:t>
    </w:r>
  </w:p>
  <w:p w14:paraId="79F31FA2" w14:textId="77777777" w:rsidR="00F157D9" w:rsidRDefault="00F157D9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FC23F" w14:textId="77777777" w:rsidR="00F157D9" w:rsidRDefault="00F157D9" w:rsidP="00B429B3">
    <w:pPr>
      <w:pStyle w:val="Encabezado"/>
      <w:ind w:left="426"/>
    </w:pPr>
    <w:r>
      <w:rPr>
        <w:noProof/>
        <w:lang w:val="es-ES"/>
      </w:rPr>
      <w:drawing>
        <wp:anchor distT="0" distB="0" distL="114300" distR="114300" simplePos="0" relativeHeight="251657728" behindDoc="0" locked="0" layoutInCell="1" allowOverlap="1" wp14:anchorId="52702175" wp14:editId="32C064BD">
          <wp:simplePos x="0" y="0"/>
          <wp:positionH relativeFrom="column">
            <wp:posOffset>50800</wp:posOffset>
          </wp:positionH>
          <wp:positionV relativeFrom="paragraph">
            <wp:posOffset>-34290</wp:posOffset>
          </wp:positionV>
          <wp:extent cx="6464300" cy="1041400"/>
          <wp:effectExtent l="0" t="0" r="12700" b="0"/>
          <wp:wrapNone/>
          <wp:docPr id="3" name="Imagen 3" descr="HD:FEINES:BAQUEIRA 16/17:World Cup Snowboard:Plantilla_WORD:Cabece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D:FEINES:BAQUEIRA 16/17:World Cup Snowboard:Plantilla_WORD:Cabecera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9BC7B9" w14:textId="77777777" w:rsidR="00F157D9" w:rsidRDefault="00F157D9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589B"/>
    <w:multiLevelType w:val="multilevel"/>
    <w:tmpl w:val="FFEEFA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E7276"/>
    <w:multiLevelType w:val="hybridMultilevel"/>
    <w:tmpl w:val="EF84294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F74ED"/>
    <w:multiLevelType w:val="multilevel"/>
    <w:tmpl w:val="82DCA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BDA21ED"/>
    <w:multiLevelType w:val="hybridMultilevel"/>
    <w:tmpl w:val="68E82234"/>
    <w:lvl w:ilvl="0" w:tplc="FFFFFFFF">
      <w:start w:val="1"/>
      <w:numFmt w:val="bullet"/>
      <w:lvlText w:val="•"/>
      <w:lvlJc w:val="left"/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44066"/>
    <w:multiLevelType w:val="hybridMultilevel"/>
    <w:tmpl w:val="74D8001C"/>
    <w:lvl w:ilvl="0" w:tplc="0C0A000F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19A0B87"/>
    <w:multiLevelType w:val="multilevel"/>
    <w:tmpl w:val="03CAB8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D6139C6"/>
    <w:multiLevelType w:val="hybridMultilevel"/>
    <w:tmpl w:val="514405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21B96"/>
    <w:multiLevelType w:val="multilevel"/>
    <w:tmpl w:val="F53A3A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">
    <w:nsid w:val="658A1EB7"/>
    <w:multiLevelType w:val="hybridMultilevel"/>
    <w:tmpl w:val="296458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D3E0B"/>
    <w:multiLevelType w:val="hybridMultilevel"/>
    <w:tmpl w:val="04187A6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0517E3"/>
    <w:multiLevelType w:val="hybridMultilevel"/>
    <w:tmpl w:val="160E9DE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874FA6"/>
    <w:multiLevelType w:val="hybridMultilevel"/>
    <w:tmpl w:val="95705B5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11"/>
  </w:num>
  <w:num w:numId="9">
    <w:abstractNumId w:val="3"/>
  </w:num>
  <w:num w:numId="10">
    <w:abstractNumId w:val="9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30"/>
    <w:rsid w:val="00002326"/>
    <w:rsid w:val="0000383C"/>
    <w:rsid w:val="000162C3"/>
    <w:rsid w:val="000179DE"/>
    <w:rsid w:val="00036FC0"/>
    <w:rsid w:val="0004137E"/>
    <w:rsid w:val="00086543"/>
    <w:rsid w:val="00096F28"/>
    <w:rsid w:val="000B31EA"/>
    <w:rsid w:val="000B7EA0"/>
    <w:rsid w:val="00100679"/>
    <w:rsid w:val="0010095E"/>
    <w:rsid w:val="00122121"/>
    <w:rsid w:val="00123A26"/>
    <w:rsid w:val="0012686C"/>
    <w:rsid w:val="00130964"/>
    <w:rsid w:val="001331FB"/>
    <w:rsid w:val="00146B0E"/>
    <w:rsid w:val="0015172F"/>
    <w:rsid w:val="00171D69"/>
    <w:rsid w:val="0018571D"/>
    <w:rsid w:val="001C09EA"/>
    <w:rsid w:val="001C29BA"/>
    <w:rsid w:val="001C5F6F"/>
    <w:rsid w:val="001D11D5"/>
    <w:rsid w:val="001D6993"/>
    <w:rsid w:val="001E44E7"/>
    <w:rsid w:val="00252DD1"/>
    <w:rsid w:val="002537A7"/>
    <w:rsid w:val="0026235F"/>
    <w:rsid w:val="002734F5"/>
    <w:rsid w:val="002752E4"/>
    <w:rsid w:val="002854EF"/>
    <w:rsid w:val="002A314F"/>
    <w:rsid w:val="002A4BFD"/>
    <w:rsid w:val="002B08A2"/>
    <w:rsid w:val="002B6DB4"/>
    <w:rsid w:val="002C22C2"/>
    <w:rsid w:val="00301E0C"/>
    <w:rsid w:val="0035203B"/>
    <w:rsid w:val="00353CB2"/>
    <w:rsid w:val="00377FFB"/>
    <w:rsid w:val="00394684"/>
    <w:rsid w:val="0039686D"/>
    <w:rsid w:val="003C5552"/>
    <w:rsid w:val="003D01D4"/>
    <w:rsid w:val="003D18A2"/>
    <w:rsid w:val="0040039E"/>
    <w:rsid w:val="0042554D"/>
    <w:rsid w:val="00430407"/>
    <w:rsid w:val="00451443"/>
    <w:rsid w:val="00455E82"/>
    <w:rsid w:val="004650CC"/>
    <w:rsid w:val="00466DBC"/>
    <w:rsid w:val="0048080A"/>
    <w:rsid w:val="004A255B"/>
    <w:rsid w:val="004E71DC"/>
    <w:rsid w:val="004F084B"/>
    <w:rsid w:val="005077CB"/>
    <w:rsid w:val="00515DFE"/>
    <w:rsid w:val="005275F7"/>
    <w:rsid w:val="00537916"/>
    <w:rsid w:val="0054687D"/>
    <w:rsid w:val="00552B93"/>
    <w:rsid w:val="0055368E"/>
    <w:rsid w:val="005A43E6"/>
    <w:rsid w:val="005B02B7"/>
    <w:rsid w:val="005C33BE"/>
    <w:rsid w:val="005C5A37"/>
    <w:rsid w:val="005D77DB"/>
    <w:rsid w:val="0061006B"/>
    <w:rsid w:val="00611BED"/>
    <w:rsid w:val="006222AF"/>
    <w:rsid w:val="006250B3"/>
    <w:rsid w:val="00656AA0"/>
    <w:rsid w:val="0065763A"/>
    <w:rsid w:val="006635F7"/>
    <w:rsid w:val="00692968"/>
    <w:rsid w:val="0069652C"/>
    <w:rsid w:val="00697656"/>
    <w:rsid w:val="006A624E"/>
    <w:rsid w:val="006B214D"/>
    <w:rsid w:val="006B2257"/>
    <w:rsid w:val="006C7F3B"/>
    <w:rsid w:val="006E3F48"/>
    <w:rsid w:val="006E574C"/>
    <w:rsid w:val="0070772B"/>
    <w:rsid w:val="00720D99"/>
    <w:rsid w:val="00727DC3"/>
    <w:rsid w:val="0073082E"/>
    <w:rsid w:val="00766A82"/>
    <w:rsid w:val="007970CF"/>
    <w:rsid w:val="007B773E"/>
    <w:rsid w:val="007C1F42"/>
    <w:rsid w:val="007C34BD"/>
    <w:rsid w:val="007E03F0"/>
    <w:rsid w:val="00804000"/>
    <w:rsid w:val="00804983"/>
    <w:rsid w:val="00816B2E"/>
    <w:rsid w:val="00834550"/>
    <w:rsid w:val="008665C7"/>
    <w:rsid w:val="00882068"/>
    <w:rsid w:val="008A68A6"/>
    <w:rsid w:val="008A7086"/>
    <w:rsid w:val="008B515D"/>
    <w:rsid w:val="008C5130"/>
    <w:rsid w:val="008C743C"/>
    <w:rsid w:val="008E76C5"/>
    <w:rsid w:val="009333B7"/>
    <w:rsid w:val="00947B17"/>
    <w:rsid w:val="0095017C"/>
    <w:rsid w:val="00971DB6"/>
    <w:rsid w:val="00980519"/>
    <w:rsid w:val="00987D3E"/>
    <w:rsid w:val="00990CF0"/>
    <w:rsid w:val="009A6601"/>
    <w:rsid w:val="009B4E54"/>
    <w:rsid w:val="009D2EC8"/>
    <w:rsid w:val="009E7064"/>
    <w:rsid w:val="00A01749"/>
    <w:rsid w:val="00A24BE9"/>
    <w:rsid w:val="00A304C2"/>
    <w:rsid w:val="00A4370C"/>
    <w:rsid w:val="00A448F3"/>
    <w:rsid w:val="00A56DC4"/>
    <w:rsid w:val="00A62B8B"/>
    <w:rsid w:val="00A84EEA"/>
    <w:rsid w:val="00A85131"/>
    <w:rsid w:val="00AA1E69"/>
    <w:rsid w:val="00AC40E4"/>
    <w:rsid w:val="00AE6184"/>
    <w:rsid w:val="00AF394C"/>
    <w:rsid w:val="00B10169"/>
    <w:rsid w:val="00B11B8E"/>
    <w:rsid w:val="00B23B48"/>
    <w:rsid w:val="00B35875"/>
    <w:rsid w:val="00B36F1E"/>
    <w:rsid w:val="00B429B3"/>
    <w:rsid w:val="00B43D5D"/>
    <w:rsid w:val="00B57976"/>
    <w:rsid w:val="00B71206"/>
    <w:rsid w:val="00BA3142"/>
    <w:rsid w:val="00BF3A79"/>
    <w:rsid w:val="00C113FE"/>
    <w:rsid w:val="00C1460F"/>
    <w:rsid w:val="00C20493"/>
    <w:rsid w:val="00C20ABA"/>
    <w:rsid w:val="00C25D3E"/>
    <w:rsid w:val="00C5014A"/>
    <w:rsid w:val="00C545DF"/>
    <w:rsid w:val="00C7610B"/>
    <w:rsid w:val="00CA7576"/>
    <w:rsid w:val="00CB117E"/>
    <w:rsid w:val="00CC1B6E"/>
    <w:rsid w:val="00CE751B"/>
    <w:rsid w:val="00CF0855"/>
    <w:rsid w:val="00D4257F"/>
    <w:rsid w:val="00D42944"/>
    <w:rsid w:val="00D56AE0"/>
    <w:rsid w:val="00D62F91"/>
    <w:rsid w:val="00D7107E"/>
    <w:rsid w:val="00D83230"/>
    <w:rsid w:val="00DA3FEA"/>
    <w:rsid w:val="00DB28D0"/>
    <w:rsid w:val="00DF1767"/>
    <w:rsid w:val="00E049E6"/>
    <w:rsid w:val="00E17E3D"/>
    <w:rsid w:val="00E37FC5"/>
    <w:rsid w:val="00E55F34"/>
    <w:rsid w:val="00E67168"/>
    <w:rsid w:val="00E760E4"/>
    <w:rsid w:val="00E7714D"/>
    <w:rsid w:val="00EA468E"/>
    <w:rsid w:val="00EB2D8C"/>
    <w:rsid w:val="00EE1630"/>
    <w:rsid w:val="00EE545D"/>
    <w:rsid w:val="00F0173E"/>
    <w:rsid w:val="00F157D9"/>
    <w:rsid w:val="00F20697"/>
    <w:rsid w:val="00F51A18"/>
    <w:rsid w:val="00F5364C"/>
    <w:rsid w:val="00F62B72"/>
    <w:rsid w:val="00F62E3B"/>
    <w:rsid w:val="00F850D6"/>
    <w:rsid w:val="00F97C0E"/>
    <w:rsid w:val="00FC2CCC"/>
    <w:rsid w:val="00FD5DC3"/>
    <w:rsid w:val="00FE1259"/>
    <w:rsid w:val="00FE6300"/>
    <w:rsid w:val="00FE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FB20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3142"/>
  </w:style>
  <w:style w:type="paragraph" w:styleId="Piedepgina">
    <w:name w:val="footer"/>
    <w:basedOn w:val="Normal"/>
    <w:link w:val="Piedepgina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3142"/>
  </w:style>
  <w:style w:type="paragraph" w:styleId="Textodeglobo">
    <w:name w:val="Balloon Text"/>
    <w:basedOn w:val="Normal"/>
    <w:link w:val="TextodegloboCar"/>
    <w:uiPriority w:val="99"/>
    <w:semiHidden/>
    <w:unhideWhenUsed/>
    <w:rsid w:val="00BA31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A314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C1F42"/>
    <w:pPr>
      <w:ind w:left="720"/>
      <w:contextualSpacing/>
    </w:pPr>
  </w:style>
  <w:style w:type="paragraph" w:customStyle="1" w:styleId="CM36">
    <w:name w:val="CM36"/>
    <w:basedOn w:val="Normal"/>
    <w:next w:val="Normal"/>
    <w:uiPriority w:val="99"/>
    <w:rsid w:val="007C1F42"/>
    <w:pPr>
      <w:widowControl w:val="0"/>
      <w:autoSpaceDE w:val="0"/>
      <w:autoSpaceDN w:val="0"/>
      <w:adjustRightInd w:val="0"/>
    </w:pPr>
    <w:rPr>
      <w:rFonts w:ascii="Gen" w:eastAsia="Times New Roman" w:hAnsi="Gen"/>
      <w:lang w:eastAsia="es-ES_tradnl"/>
    </w:rPr>
  </w:style>
  <w:style w:type="character" w:styleId="Hipervnculo">
    <w:name w:val="Hyperlink"/>
    <w:basedOn w:val="Fuentedeprrafopredeter"/>
    <w:rsid w:val="007C1F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3142"/>
  </w:style>
  <w:style w:type="paragraph" w:styleId="Piedepgina">
    <w:name w:val="footer"/>
    <w:basedOn w:val="Normal"/>
    <w:link w:val="Piedepgina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3142"/>
  </w:style>
  <w:style w:type="paragraph" w:styleId="Textodeglobo">
    <w:name w:val="Balloon Text"/>
    <w:basedOn w:val="Normal"/>
    <w:link w:val="TextodegloboCar"/>
    <w:uiPriority w:val="99"/>
    <w:semiHidden/>
    <w:unhideWhenUsed/>
    <w:rsid w:val="00BA31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A314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C1F42"/>
    <w:pPr>
      <w:ind w:left="720"/>
      <w:contextualSpacing/>
    </w:pPr>
  </w:style>
  <w:style w:type="paragraph" w:customStyle="1" w:styleId="CM36">
    <w:name w:val="CM36"/>
    <w:basedOn w:val="Normal"/>
    <w:next w:val="Normal"/>
    <w:uiPriority w:val="99"/>
    <w:rsid w:val="007C1F42"/>
    <w:pPr>
      <w:widowControl w:val="0"/>
      <w:autoSpaceDE w:val="0"/>
      <w:autoSpaceDN w:val="0"/>
      <w:adjustRightInd w:val="0"/>
    </w:pPr>
    <w:rPr>
      <w:rFonts w:ascii="Gen" w:eastAsia="Times New Roman" w:hAnsi="Gen"/>
      <w:lang w:eastAsia="es-ES_tradnl"/>
    </w:rPr>
  </w:style>
  <w:style w:type="character" w:styleId="Hipervnculo">
    <w:name w:val="Hyperlink"/>
    <w:basedOn w:val="Fuentedeprrafopredeter"/>
    <w:rsid w:val="007C1F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rensa@baqueira.es" TargetMode="External"/><Relationship Id="rId12" Type="http://schemas.openxmlformats.org/officeDocument/2006/relationships/hyperlink" Target="http://www.baqueira.es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media@baqueira.es" TargetMode="External"/><Relationship Id="rId10" Type="http://schemas.openxmlformats.org/officeDocument/2006/relationships/hyperlink" Target="mailto:xfortea@xcommunication.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file://localhost/HD:FEINES:BAQUEIRA%2016/17:World%20Cup%20Snowboard:Plantilla_WORD:Peu%20pag.jp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file://localhost/HD:FEINES:BAQUEIRA%2016/17:World%20Cup%20Snowboard:Plantilla_WORD:Cabecera.jp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SD:Users:toti:Desktop:Documents%20Unics%20MBP:Baqueira%20Beret:2016:Baqueira%20WC%20SBX%2016:Documentacio&#769;:Documentacio&#769;%20Baqueira:Plantilles:160303-Plantilla_FIS%20SBX%20baqueira2016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497752-CDAB-904A-993E-B522A758E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160303-Plantilla_FIS SBX baqueira2016.dot</Template>
  <TotalTime>1</TotalTime>
  <Pages>4</Pages>
  <Words>1421</Words>
  <Characters>7820</Characters>
  <Application>Microsoft Macintosh Word</Application>
  <DocSecurity>4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</CharactersWithSpaces>
  <SharedDoc>false</SharedDoc>
  <HLinks>
    <vt:vector size="12" baseType="variant">
      <vt:variant>
        <vt:i4>2424887</vt:i4>
      </vt:variant>
      <vt:variant>
        <vt:i4>2224</vt:i4>
      </vt:variant>
      <vt:variant>
        <vt:i4>1025</vt:i4>
      </vt:variant>
      <vt:variant>
        <vt:i4>1</vt:i4>
      </vt:variant>
      <vt:variant>
        <vt:lpwstr>HD:FEINES:BAQUEIRA 16/17:World Cup Snowboard:Plantilla_WORD:Peu pag.jpg</vt:lpwstr>
      </vt:variant>
      <vt:variant>
        <vt:lpwstr/>
      </vt:variant>
      <vt:variant>
        <vt:i4>5374054</vt:i4>
      </vt:variant>
      <vt:variant>
        <vt:i4>-1</vt:i4>
      </vt:variant>
      <vt:variant>
        <vt:i4>2050</vt:i4>
      </vt:variant>
      <vt:variant>
        <vt:i4>1</vt:i4>
      </vt:variant>
      <vt:variant>
        <vt:lpwstr>HD:FEINES:BAQUEIRA 16/17:World Cup Snowboard:Plantilla_WORD:Cabecera.jpg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Toti Rosselló XCommunication</dc:creator>
  <cp:keywords/>
  <dc:description/>
  <cp:lastModifiedBy>Toti Rosselló XCommunication</cp:lastModifiedBy>
  <cp:revision>2</cp:revision>
  <cp:lastPrinted>2016-02-26T07:41:00Z</cp:lastPrinted>
  <dcterms:created xsi:type="dcterms:W3CDTF">2016-03-09T16:34:00Z</dcterms:created>
  <dcterms:modified xsi:type="dcterms:W3CDTF">2016-03-09T16:34:00Z</dcterms:modified>
</cp:coreProperties>
</file>